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C9" w:rsidRPr="00ED42C9" w:rsidRDefault="002A7184" w:rsidP="00ED42C9">
      <w:pPr>
        <w:ind w:firstLine="720"/>
        <w:jc w:val="both"/>
        <w:rPr>
          <w:sz w:val="28"/>
        </w:rPr>
      </w:pPr>
      <w:r w:rsidRPr="005F026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-15.6pt;margin-top:56.7pt;width:495.3pt;height:146.55pt;z-index:251657728;visibility:visible;mso-wrap-distance-left:0;mso-wrap-distance-right:0;mso-wrap-distance-bottom:189.95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<v:textbox inset="0,0,0,0">
              <w:txbxContent>
                <w:p w:rsidR="007A5439" w:rsidRPr="004B11F2" w:rsidRDefault="007A5439">
                  <w:pPr>
                    <w:pStyle w:val="1"/>
                    <w:rPr>
                      <w:sz w:val="28"/>
                    </w:rPr>
                  </w:pPr>
                  <w:bookmarkStart w:id="0" w:name="_GoBack"/>
                  <w:bookmarkEnd w:id="0"/>
                </w:p>
                <w:p w:rsidR="002A7184" w:rsidRPr="00F159C5" w:rsidRDefault="002A7184" w:rsidP="002A7184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F159C5">
                    <w:rPr>
                      <w:color w:val="000000"/>
                      <w:sz w:val="28"/>
                      <w:szCs w:val="28"/>
                    </w:rPr>
                    <w:t>Проект</w:t>
                  </w:r>
                </w:p>
                <w:p w:rsidR="002A7184" w:rsidRPr="00F159C5" w:rsidRDefault="002A7184" w:rsidP="002A718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159C5">
                    <w:rPr>
                      <w:color w:val="000000"/>
                      <w:sz w:val="28"/>
                      <w:szCs w:val="28"/>
                    </w:rPr>
                    <w:t xml:space="preserve">АДМИНИСТРАЦИЯ ПОЛОВИНСКОГО СЕЛЬСОВЕТА </w:t>
                  </w:r>
                </w:p>
                <w:p w:rsidR="002A7184" w:rsidRPr="00F159C5" w:rsidRDefault="002A7184" w:rsidP="002A718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159C5">
                    <w:rPr>
                      <w:color w:val="000000"/>
                      <w:sz w:val="28"/>
                      <w:szCs w:val="28"/>
                    </w:rPr>
                    <w:t>КРАСНОЗЕРСКОГО РАЙОНА НОВОСИБИРСКОЙ ОБЛАСТИ</w:t>
                  </w:r>
                </w:p>
                <w:p w:rsidR="002A7184" w:rsidRPr="00F159C5" w:rsidRDefault="002A7184" w:rsidP="002A718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2A7184" w:rsidRPr="00F159C5" w:rsidRDefault="002A7184" w:rsidP="002A718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159C5">
                    <w:rPr>
                      <w:color w:val="000000"/>
                      <w:sz w:val="28"/>
                      <w:szCs w:val="28"/>
                    </w:rPr>
                    <w:t xml:space="preserve">ПОСТАНОВЛЕНИЕ </w:t>
                  </w:r>
                </w:p>
                <w:p w:rsidR="002A7184" w:rsidRPr="00F159C5" w:rsidRDefault="002A7184" w:rsidP="002A7184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F159C5">
                    <w:rPr>
                      <w:color w:val="000000"/>
                      <w:sz w:val="28"/>
                      <w:szCs w:val="28"/>
                    </w:rPr>
                    <w:t xml:space="preserve">От   00.00.2020                           с. Половинное                                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      </w:t>
                  </w:r>
                  <w:r w:rsidRPr="00F159C5">
                    <w:rPr>
                      <w:color w:val="000000"/>
                      <w:sz w:val="28"/>
                      <w:szCs w:val="28"/>
                    </w:rPr>
                    <w:t xml:space="preserve">          №</w:t>
                  </w:r>
                </w:p>
                <w:p w:rsidR="005E4DFA" w:rsidRDefault="005E4DFA" w:rsidP="005E4D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w10:wrap type="topAndBottom" anchorx="margin" anchory="page"/>
          </v:shape>
        </w:pict>
      </w:r>
      <w:r w:rsidR="005F0265" w:rsidRPr="005F0265">
        <w:rPr>
          <w:noProof/>
        </w:rPr>
        <w:pict>
          <v:shape id="Text Box 7" o:spid="_x0000_s1026" type="#_x0000_t202" style="position:absolute;left:0;text-align:left;margin-left:-3.9pt;margin-top:236.9pt;width:403.25pt;height:108.85pt;z-index:251658752;visibility:visible;mso-wrap-distance-bottom:36.85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<v:textbox inset="0,0,0,0">
              <w:txbxContent>
                <w:p w:rsidR="00D35F18" w:rsidRDefault="00D35F18" w:rsidP="00B92BBC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ED42C9" w:rsidRPr="001237F4" w:rsidRDefault="00ED42C9" w:rsidP="00401552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sz w:val="28"/>
                      <w:szCs w:val="28"/>
                    </w:rPr>
                  </w:pPr>
                  <w:r w:rsidRPr="001237F4">
                    <w:rPr>
                      <w:bCs/>
                      <w:sz w:val="28"/>
                      <w:szCs w:val="28"/>
                    </w:rPr>
                    <w:t>Об утверждении нормативов ф</w:t>
                  </w:r>
                  <w:r>
                    <w:rPr>
                      <w:bCs/>
                      <w:sz w:val="28"/>
                      <w:szCs w:val="28"/>
                    </w:rPr>
                    <w:t xml:space="preserve">инансовых затрат на капитальный </w:t>
                  </w:r>
                  <w:r w:rsidRPr="001237F4">
                    <w:rPr>
                      <w:bCs/>
                      <w:sz w:val="28"/>
                      <w:szCs w:val="28"/>
                    </w:rPr>
                    <w:t xml:space="preserve">ремонт, ремонт, содержание автомобильных дорог местного значения </w:t>
                  </w:r>
                  <w:r w:rsidR="002A7184">
                    <w:rPr>
                      <w:sz w:val="28"/>
                      <w:szCs w:val="28"/>
                    </w:rPr>
                    <w:t>Половинского</w:t>
                  </w:r>
                  <w:r w:rsidR="00401552" w:rsidRPr="001B7A00">
                    <w:rPr>
                      <w:sz w:val="28"/>
                      <w:szCs w:val="28"/>
                    </w:rPr>
                    <w:t xml:space="preserve"> сельсовета Краснозерского района Новосибирской области</w:t>
                  </w:r>
                  <w:r w:rsidR="00401552" w:rsidRPr="001237F4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="00401552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1237F4">
                    <w:rPr>
                      <w:bCs/>
                      <w:sz w:val="28"/>
                      <w:szCs w:val="28"/>
                    </w:rPr>
                    <w:t>и правил расчета размера ассигнований местного бюджета на указанные цели</w:t>
                  </w:r>
                </w:p>
                <w:p w:rsidR="00ED42C9" w:rsidRPr="001237F4" w:rsidRDefault="00ED42C9" w:rsidP="00ED42C9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ED42C9" w:rsidRPr="00B92BBC" w:rsidRDefault="00ED42C9" w:rsidP="00B92BB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  <w10:wrap type="topAndBottom" anchorx="margin" anchory="page"/>
          </v:shape>
        </w:pict>
      </w:r>
      <w:r w:rsidR="005F0265" w:rsidRPr="005F0265">
        <w:rPr>
          <w:noProof/>
        </w:rPr>
        <w:pict>
          <v:shape id="Text Box 4" o:spid="_x0000_s1028" type="#_x0000_t202" style="position:absolute;left:0;text-align:left;margin-left:-7.8pt;margin-top:212.25pt;width:487.5pt;height:6.75pt;z-index:251656704;visibility:visible;mso-wrap-distance-bottom:161.6p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<v:textbox inset="0,0,0,0">
              <w:txbxContent>
                <w:p w:rsidR="00D35F18" w:rsidRPr="005E4DFA" w:rsidRDefault="00D35F18" w:rsidP="005E4DFA">
                  <w:pPr>
                    <w:spacing w:before="240"/>
                  </w:pPr>
                </w:p>
              </w:txbxContent>
            </v:textbox>
            <w10:wrap type="topAndBottom" anchorx="margin" anchory="page"/>
          </v:shape>
        </w:pict>
      </w:r>
      <w:bookmarkStart w:id="1" w:name="_Hlk11747528"/>
      <w:r w:rsidR="00ED42C9" w:rsidRPr="00ED42C9">
        <w:rPr>
          <w:sz w:val="28"/>
        </w:rPr>
        <w:t xml:space="preserve">В соответствии с Бюджетным кодексом Российской Федерации, Федеральным законом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руководствуясь Уставом </w:t>
      </w:r>
      <w:r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</w:p>
    <w:bookmarkEnd w:id="1"/>
    <w:p w:rsidR="00ED42C9" w:rsidRPr="00ED42C9" w:rsidRDefault="00ED42C9" w:rsidP="00ED42C9">
      <w:pPr>
        <w:ind w:firstLine="720"/>
        <w:jc w:val="both"/>
        <w:rPr>
          <w:sz w:val="28"/>
        </w:rPr>
      </w:pPr>
      <w:r w:rsidRPr="00ED42C9">
        <w:rPr>
          <w:sz w:val="28"/>
        </w:rPr>
        <w:t>ПОСТАНОВЛЯЕТ: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</w:p>
    <w:p w:rsidR="00ED42C9" w:rsidRPr="002758A8" w:rsidRDefault="00ED42C9" w:rsidP="002758A8">
      <w:pPr>
        <w:ind w:firstLine="720"/>
        <w:jc w:val="both"/>
        <w:rPr>
          <w:sz w:val="28"/>
        </w:rPr>
      </w:pPr>
      <w:bookmarkStart w:id="2" w:name="sub_1"/>
      <w:r w:rsidRPr="00ED42C9">
        <w:rPr>
          <w:sz w:val="28"/>
        </w:rPr>
        <w:t>1.</w:t>
      </w:r>
      <w:bookmarkEnd w:id="2"/>
      <w:r w:rsidRPr="00ED42C9">
        <w:rPr>
          <w:sz w:val="28"/>
        </w:rPr>
        <w:t xml:space="preserve">Утвердить нормативы финансовых затрат на капитальный ремонт, ремонт, содержание автомобильных дорог местного значения в </w:t>
      </w:r>
      <w:r w:rsidR="002A7184">
        <w:rPr>
          <w:sz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</w:t>
      </w:r>
      <w:r w:rsidR="00401552" w:rsidRPr="002758A8">
        <w:rPr>
          <w:sz w:val="28"/>
          <w:szCs w:val="28"/>
        </w:rPr>
        <w:t>области</w:t>
      </w:r>
      <w:r w:rsidRPr="002758A8">
        <w:rPr>
          <w:sz w:val="28"/>
        </w:rPr>
        <w:t xml:space="preserve"> (в ценах 2014 года),</w:t>
      </w:r>
      <w:r w:rsidRPr="00ED42C9">
        <w:rPr>
          <w:sz w:val="28"/>
        </w:rPr>
        <w:t xml:space="preserve"> в размере:</w:t>
      </w:r>
    </w:p>
    <w:p w:rsidR="00ED42C9" w:rsidRPr="002758A8" w:rsidRDefault="00ED42C9" w:rsidP="00ED42C9">
      <w:pPr>
        <w:ind w:firstLine="720"/>
        <w:jc w:val="both"/>
        <w:rPr>
          <w:sz w:val="28"/>
        </w:rPr>
      </w:pPr>
      <w:r w:rsidRPr="002758A8">
        <w:rPr>
          <w:sz w:val="28"/>
        </w:rPr>
        <w:t xml:space="preserve">-на ремонт автомобильных дорог-                        </w:t>
      </w:r>
      <w:r w:rsidRPr="002A7184">
        <w:rPr>
          <w:sz w:val="28"/>
          <w:highlight w:val="yellow"/>
        </w:rPr>
        <w:t>10 724,30</w:t>
      </w:r>
      <w:r w:rsidRPr="002758A8">
        <w:rPr>
          <w:sz w:val="28"/>
        </w:rPr>
        <w:t xml:space="preserve"> тыс. рублей/км,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r w:rsidRPr="002758A8">
        <w:rPr>
          <w:sz w:val="28"/>
        </w:rPr>
        <w:t>-на содержание автомобильных дорог</w:t>
      </w:r>
      <w:r w:rsidRPr="002A7184">
        <w:rPr>
          <w:sz w:val="28"/>
          <w:highlight w:val="yellow"/>
        </w:rPr>
        <w:t xml:space="preserve">-                     </w:t>
      </w:r>
      <w:r w:rsidR="002758A8" w:rsidRPr="002A7184">
        <w:rPr>
          <w:sz w:val="28"/>
          <w:highlight w:val="yellow"/>
        </w:rPr>
        <w:t>32</w:t>
      </w:r>
      <w:r w:rsidRPr="002A7184">
        <w:rPr>
          <w:sz w:val="28"/>
          <w:highlight w:val="yellow"/>
        </w:rPr>
        <w:t>1,24</w:t>
      </w:r>
      <w:r w:rsidRPr="002758A8">
        <w:rPr>
          <w:sz w:val="28"/>
        </w:rPr>
        <w:t xml:space="preserve"> тыс. рублей/</w:t>
      </w:r>
      <w:r w:rsidRPr="00ED42C9">
        <w:rPr>
          <w:sz w:val="28"/>
        </w:rPr>
        <w:t>км.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bookmarkStart w:id="3" w:name="sub_2"/>
      <w:r w:rsidRPr="00ED42C9">
        <w:rPr>
          <w:sz w:val="28"/>
        </w:rPr>
        <w:t xml:space="preserve">2.Утвердить прилагаемые Правила расчета размера ассигнований местного бюджета на капитальный ремонт, ремонт и содержание автомобильных дорог местного значения </w:t>
      </w:r>
      <w:r w:rsidR="002A7184"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ED42C9">
        <w:rPr>
          <w:sz w:val="28"/>
        </w:rPr>
        <w:t>.</w:t>
      </w:r>
    </w:p>
    <w:p w:rsidR="00ED42C9" w:rsidRPr="00ED42C9" w:rsidRDefault="00ED42C9" w:rsidP="00ED42C9">
      <w:pPr>
        <w:ind w:firstLine="720"/>
        <w:jc w:val="both"/>
        <w:rPr>
          <w:sz w:val="28"/>
        </w:rPr>
      </w:pPr>
      <w:bookmarkStart w:id="4" w:name="sub_3"/>
      <w:bookmarkEnd w:id="3"/>
      <w:r w:rsidRPr="00ED42C9">
        <w:rPr>
          <w:sz w:val="28"/>
        </w:rPr>
        <w:t>3.</w:t>
      </w:r>
      <w:r w:rsidRPr="002758A8">
        <w:rPr>
          <w:sz w:val="28"/>
        </w:rPr>
        <w:t>Муниципальному казенному учреждению «</w:t>
      </w:r>
      <w:r w:rsidR="002758A8" w:rsidRPr="002758A8">
        <w:rPr>
          <w:sz w:val="28"/>
        </w:rPr>
        <w:t xml:space="preserve">МУП </w:t>
      </w:r>
      <w:r w:rsidR="002A7184">
        <w:rPr>
          <w:sz w:val="28"/>
        </w:rPr>
        <w:t>Половинское</w:t>
      </w:r>
      <w:r w:rsidR="002758A8" w:rsidRPr="002758A8">
        <w:rPr>
          <w:sz w:val="28"/>
        </w:rPr>
        <w:t xml:space="preserve"> ЖКХ</w:t>
      </w:r>
      <w:r w:rsidRPr="002758A8">
        <w:rPr>
          <w:sz w:val="28"/>
        </w:rPr>
        <w:t xml:space="preserve">» ежегодно при формировании планов дорожно-ремонтных работ, работ по содержанию автомобильных дорог руководствоваться нормативами, утвержденными </w:t>
      </w:r>
      <w:hyperlink w:anchor="P17" w:history="1">
        <w:r w:rsidRPr="002758A8">
          <w:rPr>
            <w:rStyle w:val="a9"/>
            <w:color w:val="auto"/>
            <w:sz w:val="28"/>
            <w:u w:val="none"/>
          </w:rPr>
          <w:t>пунктом 1</w:t>
        </w:r>
      </w:hyperlink>
      <w:r w:rsidRPr="002758A8">
        <w:rPr>
          <w:sz w:val="28"/>
        </w:rPr>
        <w:t xml:space="preserve"> настоящего постановления.</w:t>
      </w:r>
      <w:r w:rsidRPr="00ED42C9">
        <w:rPr>
          <w:sz w:val="28"/>
        </w:rPr>
        <w:t xml:space="preserve"> </w:t>
      </w:r>
    </w:p>
    <w:bookmarkEnd w:id="4"/>
    <w:p w:rsidR="005E4DFA" w:rsidRDefault="005E4DFA" w:rsidP="00ED42C9">
      <w:pPr>
        <w:ind w:firstLine="720"/>
        <w:jc w:val="both"/>
        <w:rPr>
          <w:sz w:val="28"/>
        </w:rPr>
      </w:pPr>
    </w:p>
    <w:p w:rsidR="002A7184" w:rsidRPr="00F159C5" w:rsidRDefault="00401552" w:rsidP="002A7184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B7A00">
        <w:rPr>
          <w:sz w:val="28"/>
          <w:szCs w:val="28"/>
        </w:rPr>
        <w:t xml:space="preserve">. </w:t>
      </w:r>
      <w:r w:rsidR="002A7184" w:rsidRPr="00F159C5">
        <w:rPr>
          <w:color w:val="000000"/>
          <w:sz w:val="28"/>
          <w:szCs w:val="28"/>
        </w:rPr>
        <w:t>Опубликовать настоящее постановление в периодическом печатном издании «Бюллетень органов местного самоуправления Половинского сельсовета» и разместить на сайте администрации</w:t>
      </w:r>
      <w:r w:rsidR="002A7184" w:rsidRPr="00F159C5">
        <w:rPr>
          <w:sz w:val="28"/>
          <w:szCs w:val="28"/>
        </w:rPr>
        <w:t>.</w:t>
      </w:r>
    </w:p>
    <w:p w:rsidR="00401552" w:rsidRPr="001B7A00" w:rsidRDefault="00401552" w:rsidP="00401552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7A00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401552" w:rsidRPr="00481C04" w:rsidRDefault="00401552" w:rsidP="00401552">
      <w:pPr>
        <w:spacing w:line="390" w:lineRule="atLeast"/>
        <w:jc w:val="both"/>
        <w:rPr>
          <w:color w:val="3F4758"/>
          <w:sz w:val="28"/>
          <w:szCs w:val="28"/>
        </w:rPr>
      </w:pPr>
      <w:r w:rsidRPr="00481C04">
        <w:rPr>
          <w:color w:val="3F4758"/>
          <w:sz w:val="28"/>
          <w:szCs w:val="28"/>
        </w:rPr>
        <w:t> </w:t>
      </w:r>
    </w:p>
    <w:p w:rsidR="00401552" w:rsidRPr="00481C04" w:rsidRDefault="00401552" w:rsidP="00401552">
      <w:pPr>
        <w:spacing w:line="390" w:lineRule="atLeast"/>
        <w:jc w:val="both"/>
        <w:rPr>
          <w:color w:val="3F4758"/>
          <w:sz w:val="28"/>
          <w:szCs w:val="28"/>
        </w:rPr>
      </w:pPr>
      <w:r w:rsidRPr="00481C04">
        <w:rPr>
          <w:color w:val="3F4758"/>
          <w:sz w:val="28"/>
          <w:szCs w:val="28"/>
        </w:rPr>
        <w:t> </w:t>
      </w:r>
    </w:p>
    <w:p w:rsidR="00401552" w:rsidRPr="00117BBA" w:rsidRDefault="00841BC1" w:rsidP="004015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401552" w:rsidRPr="00117BB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401552" w:rsidRPr="00117BBA">
        <w:rPr>
          <w:sz w:val="28"/>
          <w:szCs w:val="28"/>
        </w:rPr>
        <w:t xml:space="preserve"> </w:t>
      </w:r>
      <w:r w:rsidR="002A7184">
        <w:rPr>
          <w:sz w:val="28"/>
          <w:szCs w:val="28"/>
        </w:rPr>
        <w:t xml:space="preserve">Половинского </w:t>
      </w:r>
      <w:r w:rsidR="00401552" w:rsidRPr="00117BBA">
        <w:rPr>
          <w:sz w:val="28"/>
          <w:szCs w:val="28"/>
        </w:rPr>
        <w:t xml:space="preserve">сельсовета                                            </w:t>
      </w:r>
      <w:r w:rsidR="002A7184">
        <w:rPr>
          <w:sz w:val="28"/>
          <w:szCs w:val="28"/>
        </w:rPr>
        <w:t>Е.А. Дронова</w:t>
      </w:r>
    </w:p>
    <w:p w:rsidR="00841BC1" w:rsidRDefault="00401552" w:rsidP="00401552">
      <w:pPr>
        <w:jc w:val="both"/>
        <w:rPr>
          <w:sz w:val="28"/>
          <w:szCs w:val="28"/>
        </w:rPr>
      </w:pPr>
      <w:r w:rsidRPr="00117BBA">
        <w:rPr>
          <w:sz w:val="28"/>
          <w:szCs w:val="28"/>
        </w:rPr>
        <w:t xml:space="preserve">Краснозерского района </w:t>
      </w:r>
      <w:r>
        <w:rPr>
          <w:sz w:val="28"/>
          <w:szCs w:val="28"/>
        </w:rPr>
        <w:t xml:space="preserve"> </w:t>
      </w:r>
    </w:p>
    <w:p w:rsidR="00401552" w:rsidRDefault="00401552" w:rsidP="00401552">
      <w:pPr>
        <w:jc w:val="both"/>
        <w:rPr>
          <w:sz w:val="26"/>
          <w:szCs w:val="26"/>
        </w:rPr>
      </w:pPr>
      <w:r w:rsidRPr="00117BBA">
        <w:rPr>
          <w:sz w:val="28"/>
          <w:szCs w:val="28"/>
        </w:rPr>
        <w:t xml:space="preserve">Новосибирской области </w:t>
      </w:r>
    </w:p>
    <w:p w:rsidR="00401552" w:rsidRDefault="00401552" w:rsidP="00401552">
      <w:pPr>
        <w:jc w:val="both"/>
        <w:rPr>
          <w:sz w:val="26"/>
          <w:szCs w:val="26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ED42C9" w:rsidRDefault="00ED42C9" w:rsidP="001670E9">
      <w:pPr>
        <w:rPr>
          <w:sz w:val="28"/>
        </w:rPr>
      </w:pPr>
    </w:p>
    <w:p w:rsidR="00841BC1" w:rsidRDefault="00841BC1" w:rsidP="00401552">
      <w:pPr>
        <w:jc w:val="right"/>
      </w:pPr>
    </w:p>
    <w:p w:rsidR="00841BC1" w:rsidRDefault="00841BC1" w:rsidP="00401552">
      <w:pPr>
        <w:jc w:val="right"/>
      </w:pPr>
    </w:p>
    <w:p w:rsidR="002A7184" w:rsidRDefault="002A7184" w:rsidP="00401552">
      <w:pPr>
        <w:jc w:val="right"/>
      </w:pPr>
    </w:p>
    <w:p w:rsidR="002A7184" w:rsidRDefault="002A7184" w:rsidP="00401552">
      <w:pPr>
        <w:jc w:val="right"/>
      </w:pPr>
    </w:p>
    <w:p w:rsidR="002A7184" w:rsidRDefault="002A7184" w:rsidP="00401552">
      <w:pPr>
        <w:jc w:val="right"/>
      </w:pPr>
    </w:p>
    <w:p w:rsidR="002A7184" w:rsidRDefault="002A7184" w:rsidP="00401552">
      <w:pPr>
        <w:jc w:val="right"/>
      </w:pPr>
    </w:p>
    <w:p w:rsidR="00401552" w:rsidRPr="00DE1B52" w:rsidRDefault="00401552" w:rsidP="00401552">
      <w:pPr>
        <w:jc w:val="right"/>
      </w:pPr>
      <w:r w:rsidRPr="00DE1B52">
        <w:t xml:space="preserve">Приложение №1 </w:t>
      </w:r>
    </w:p>
    <w:p w:rsidR="00401552" w:rsidRPr="00DE1B52" w:rsidRDefault="00401552" w:rsidP="00401552">
      <w:pPr>
        <w:jc w:val="right"/>
      </w:pPr>
      <w:r w:rsidRPr="00DE1B52">
        <w:t xml:space="preserve">к постановлению администрации                                                                                     </w:t>
      </w:r>
    </w:p>
    <w:p w:rsidR="00401552" w:rsidRDefault="002A7184" w:rsidP="00401552">
      <w:pPr>
        <w:jc w:val="right"/>
      </w:pPr>
      <w:r>
        <w:t>Половинского</w:t>
      </w:r>
      <w:r w:rsidR="00401552">
        <w:t xml:space="preserve"> сельсовета</w:t>
      </w:r>
    </w:p>
    <w:p w:rsidR="00401552" w:rsidRPr="00DE1B52" w:rsidRDefault="00401552" w:rsidP="00401552">
      <w:pPr>
        <w:jc w:val="right"/>
      </w:pPr>
      <w:r>
        <w:t>Краснозер</w:t>
      </w:r>
      <w:r w:rsidRPr="00DE1B52">
        <w:t xml:space="preserve">ского района                                                                                                     </w:t>
      </w:r>
    </w:p>
    <w:p w:rsidR="00401552" w:rsidRPr="00DE1B52" w:rsidRDefault="00401552" w:rsidP="00401552">
      <w:pPr>
        <w:jc w:val="right"/>
      </w:pPr>
      <w:r w:rsidRPr="00DE1B52">
        <w:t xml:space="preserve">Новосибирской области                                                                                                                     </w:t>
      </w:r>
    </w:p>
    <w:p w:rsidR="00401552" w:rsidRPr="00DE1B52" w:rsidRDefault="00401552" w:rsidP="00401552">
      <w:pPr>
        <w:jc w:val="right"/>
      </w:pPr>
      <w:r w:rsidRPr="00DE1B52">
        <w:t xml:space="preserve">от </w:t>
      </w:r>
      <w:r>
        <w:t>00</w:t>
      </w:r>
      <w:r w:rsidRPr="00DE1B52">
        <w:t>.</w:t>
      </w:r>
      <w:r>
        <w:t>00</w:t>
      </w:r>
      <w:r w:rsidRPr="00DE1B52">
        <w:t>.20</w:t>
      </w:r>
      <w:r>
        <w:t>20</w:t>
      </w:r>
      <w:r w:rsidRPr="00DE1B52">
        <w:t xml:space="preserve"> № </w:t>
      </w:r>
      <w:r>
        <w:t>00</w:t>
      </w:r>
      <w:r w:rsidRPr="00DE1B52">
        <w:t xml:space="preserve"> </w:t>
      </w:r>
    </w:p>
    <w:p w:rsidR="00ED42C9" w:rsidRDefault="00ED42C9" w:rsidP="001670E9">
      <w:pPr>
        <w:rPr>
          <w:sz w:val="28"/>
        </w:rPr>
      </w:pPr>
    </w:p>
    <w:p w:rsidR="00ED42C9" w:rsidRPr="00ED42C9" w:rsidRDefault="00ED42C9" w:rsidP="00ED42C9">
      <w:pPr>
        <w:jc w:val="center"/>
        <w:rPr>
          <w:sz w:val="28"/>
        </w:rPr>
      </w:pPr>
      <w:bookmarkStart w:id="5" w:name="_Hlk4665348"/>
      <w:r w:rsidRPr="00ED42C9">
        <w:rPr>
          <w:sz w:val="28"/>
        </w:rPr>
        <w:t>Правила</w:t>
      </w:r>
    </w:p>
    <w:p w:rsidR="00401552" w:rsidRPr="001B7A00" w:rsidRDefault="00ED42C9" w:rsidP="00401552">
      <w:pPr>
        <w:spacing w:line="390" w:lineRule="atLeast"/>
        <w:jc w:val="center"/>
        <w:rPr>
          <w:sz w:val="28"/>
          <w:szCs w:val="28"/>
        </w:rPr>
      </w:pPr>
      <w:r w:rsidRPr="00ED42C9">
        <w:rPr>
          <w:sz w:val="28"/>
        </w:rPr>
        <w:t xml:space="preserve">расчета размера ассигнований местного бюджета на капитальный ремонт, ремонт и содержание автомобильных дорог местного значения </w:t>
      </w:r>
      <w:bookmarkEnd w:id="5"/>
      <w:r w:rsidR="002A7184"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Pr="0088339F" w:rsidRDefault="00ED42C9" w:rsidP="00401552">
      <w:pPr>
        <w:jc w:val="center"/>
        <w:rPr>
          <w:sz w:val="28"/>
          <w:szCs w:val="28"/>
        </w:rPr>
      </w:pPr>
    </w:p>
    <w:p w:rsidR="00ED42C9" w:rsidRPr="00ED42C9" w:rsidRDefault="00ED42C9" w:rsidP="00401552">
      <w:pPr>
        <w:spacing w:line="390" w:lineRule="atLeast"/>
        <w:jc w:val="both"/>
        <w:rPr>
          <w:sz w:val="28"/>
          <w:szCs w:val="28"/>
        </w:rPr>
      </w:pPr>
      <w:bookmarkStart w:id="6" w:name="sub_5"/>
      <w:r w:rsidRPr="00ED42C9">
        <w:rPr>
          <w:sz w:val="28"/>
          <w:szCs w:val="28"/>
        </w:rPr>
        <w:t xml:space="preserve">1.Настоящие Правила применяются для определения размера ассигнований местного бюджета, предусматриваемых на капитальный ремонт, ремонт, содержание автомобильных дорог и мостовых сооружений </w:t>
      </w:r>
      <w:r w:rsidR="002A7184"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401552">
        <w:rPr>
          <w:sz w:val="28"/>
          <w:szCs w:val="28"/>
        </w:rPr>
        <w:t>,</w:t>
      </w:r>
      <w:r w:rsidRPr="00ED42C9">
        <w:rPr>
          <w:sz w:val="28"/>
          <w:szCs w:val="28"/>
        </w:rPr>
        <w:t xml:space="preserve"> при формировании бюджета </w:t>
      </w:r>
      <w:r w:rsidR="002A7184">
        <w:rPr>
          <w:sz w:val="28"/>
          <w:szCs w:val="28"/>
        </w:rPr>
        <w:t>Половинского</w:t>
      </w:r>
      <w:r w:rsidR="00841BC1">
        <w:rPr>
          <w:sz w:val="28"/>
          <w:szCs w:val="28"/>
        </w:rPr>
        <w:t xml:space="preserve"> 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401552">
        <w:rPr>
          <w:sz w:val="28"/>
          <w:szCs w:val="28"/>
        </w:rPr>
        <w:t xml:space="preserve"> </w:t>
      </w:r>
      <w:r w:rsidRPr="00ED42C9">
        <w:rPr>
          <w:sz w:val="28"/>
          <w:szCs w:val="28"/>
        </w:rPr>
        <w:t>на очередной финансовый год и плановый период.</w:t>
      </w:r>
    </w:p>
    <w:p w:rsidR="00ED42C9" w:rsidRDefault="00ED42C9" w:rsidP="00401552">
      <w:pPr>
        <w:spacing w:line="390" w:lineRule="atLeast"/>
        <w:jc w:val="both"/>
        <w:rPr>
          <w:sz w:val="28"/>
          <w:szCs w:val="28"/>
        </w:rPr>
      </w:pPr>
      <w:r w:rsidRPr="00ED42C9">
        <w:rPr>
          <w:sz w:val="28"/>
          <w:szCs w:val="28"/>
        </w:rPr>
        <w:t xml:space="preserve">2.Размер ассигнований бюджета </w:t>
      </w:r>
      <w:r w:rsidR="002A7184">
        <w:rPr>
          <w:sz w:val="28"/>
          <w:szCs w:val="28"/>
        </w:rPr>
        <w:t>Половинского</w:t>
      </w:r>
      <w:r w:rsidR="00841BC1">
        <w:rPr>
          <w:sz w:val="28"/>
          <w:szCs w:val="28"/>
        </w:rPr>
        <w:t xml:space="preserve"> </w:t>
      </w:r>
      <w:r w:rsidR="00401552" w:rsidRPr="001B7A00">
        <w:rPr>
          <w:sz w:val="28"/>
          <w:szCs w:val="28"/>
        </w:rPr>
        <w:t>сельсовета Краснозерского района Ново</w:t>
      </w:r>
      <w:r w:rsidR="00401552">
        <w:rPr>
          <w:sz w:val="28"/>
          <w:szCs w:val="28"/>
        </w:rPr>
        <w:t xml:space="preserve">сибирской области </w:t>
      </w:r>
      <w:r w:rsidRPr="00ED42C9">
        <w:rPr>
          <w:sz w:val="28"/>
          <w:szCs w:val="28"/>
        </w:rPr>
        <w:t>на капитальный ремонт, ремонт и содержание автомобильных дорог на соответствующий финансовый год (Н</w:t>
      </w:r>
      <w:r>
        <w:rPr>
          <w:sz w:val="28"/>
          <w:szCs w:val="28"/>
        </w:rPr>
        <w:t xml:space="preserve">БА) рассчитывается по формуле: </w:t>
      </w:r>
    </w:p>
    <w:p w:rsidR="00ED42C9" w:rsidRPr="00ED42C9" w:rsidRDefault="00ED42C9" w:rsidP="00ED42C9">
      <w:pPr>
        <w:ind w:firstLine="720"/>
        <w:jc w:val="both"/>
        <w:rPr>
          <w:sz w:val="28"/>
          <w:szCs w:val="28"/>
        </w:rPr>
      </w:pPr>
    </w:p>
    <w:p w:rsidR="00ED42C9" w:rsidRPr="008339AE" w:rsidRDefault="00ED42C9" w:rsidP="000C3231">
      <w:pPr>
        <w:spacing w:after="160" w:line="259" w:lineRule="auto"/>
        <w:ind w:firstLine="720"/>
        <w:rPr>
          <w:sz w:val="28"/>
          <w:szCs w:val="28"/>
        </w:rPr>
      </w:pPr>
      <w:r w:rsidRPr="008339AE">
        <w:rPr>
          <w:sz w:val="28"/>
          <w:szCs w:val="28"/>
        </w:rPr>
        <w:t>НБА= Нсод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+Нкап.рем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+ </w:t>
      </w:r>
      <w:bookmarkStart w:id="7" w:name="_Hlk4656055"/>
      <w:r w:rsidRPr="008339AE">
        <w:rPr>
          <w:sz w:val="28"/>
          <w:szCs w:val="28"/>
        </w:rPr>
        <w:t>Нрем</w:t>
      </w:r>
      <w:bookmarkEnd w:id="7"/>
      <w:r>
        <w:rPr>
          <w:sz w:val="28"/>
          <w:szCs w:val="28"/>
        </w:rPr>
        <w:t>онт</w:t>
      </w:r>
      <w:r w:rsidRPr="008339AE">
        <w:rPr>
          <w:sz w:val="28"/>
          <w:szCs w:val="28"/>
        </w:rPr>
        <w:t>,где:</w:t>
      </w:r>
    </w:p>
    <w:p w:rsidR="00ED42C9" w:rsidRDefault="00ED42C9" w:rsidP="00ED42C9">
      <w:pPr>
        <w:ind w:firstLine="720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Нсод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на содержание автомобильных дорог (тыс. рублей)  </w:t>
      </w:r>
    </w:p>
    <w:p w:rsidR="00401552" w:rsidRPr="001B7A00" w:rsidRDefault="00ED42C9" w:rsidP="00401552">
      <w:pPr>
        <w:spacing w:line="390" w:lineRule="atLeast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Нкап.рем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бюджета </w:t>
      </w:r>
      <w:r w:rsidR="002A7184"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Default="00ED42C9" w:rsidP="00ED42C9">
      <w:pPr>
        <w:ind w:firstLine="720"/>
        <w:jc w:val="both"/>
        <w:rPr>
          <w:sz w:val="28"/>
          <w:szCs w:val="28"/>
        </w:rPr>
      </w:pPr>
      <w:r w:rsidRPr="008339AE">
        <w:rPr>
          <w:sz w:val="28"/>
          <w:szCs w:val="28"/>
        </w:rPr>
        <w:t xml:space="preserve">на капитальный ремонт автомобильных дорог (тыс. рублей) </w:t>
      </w:r>
    </w:p>
    <w:p w:rsidR="00ED42C9" w:rsidRDefault="00ED42C9" w:rsidP="00401552">
      <w:pPr>
        <w:spacing w:line="390" w:lineRule="atLeast"/>
        <w:jc w:val="both"/>
        <w:rPr>
          <w:sz w:val="28"/>
          <w:szCs w:val="28"/>
        </w:rPr>
      </w:pPr>
      <w:r w:rsidRPr="008339AE">
        <w:rPr>
          <w:sz w:val="28"/>
          <w:szCs w:val="28"/>
        </w:rPr>
        <w:t>Нрем</w:t>
      </w:r>
      <w:r>
        <w:rPr>
          <w:sz w:val="28"/>
          <w:szCs w:val="28"/>
        </w:rPr>
        <w:t>.</w:t>
      </w:r>
      <w:r w:rsidRPr="008339AE">
        <w:rPr>
          <w:sz w:val="28"/>
          <w:szCs w:val="28"/>
        </w:rPr>
        <w:t xml:space="preserve"> - размер бюджетных ассигнований бюджета </w:t>
      </w:r>
      <w:r w:rsidR="002A7184">
        <w:rPr>
          <w:sz w:val="28"/>
          <w:szCs w:val="28"/>
        </w:rPr>
        <w:t>Половинского</w:t>
      </w:r>
      <w:r w:rsidR="00401552" w:rsidRPr="001B7A00">
        <w:rPr>
          <w:sz w:val="28"/>
          <w:szCs w:val="28"/>
        </w:rPr>
        <w:t xml:space="preserve"> сельсовета Краснозерского района Ново</w:t>
      </w:r>
      <w:r w:rsidR="00401552">
        <w:rPr>
          <w:sz w:val="28"/>
          <w:szCs w:val="28"/>
        </w:rPr>
        <w:t xml:space="preserve">сибирской области </w:t>
      </w:r>
      <w:r w:rsidRPr="008339AE">
        <w:rPr>
          <w:sz w:val="28"/>
          <w:szCs w:val="28"/>
        </w:rPr>
        <w:t xml:space="preserve"> на ремонт автомобильных дорог (тыс. рублей).</w:t>
      </w:r>
    </w:p>
    <w:p w:rsidR="00B939A3" w:rsidRPr="001B7A00" w:rsidRDefault="00ED42C9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3.Н</w:t>
      </w:r>
      <w:r w:rsidRPr="0088339F">
        <w:rPr>
          <w:sz w:val="28"/>
          <w:szCs w:val="28"/>
        </w:rPr>
        <w:t xml:space="preserve">ормативы финансовых затрат </w:t>
      </w:r>
      <w:r>
        <w:rPr>
          <w:sz w:val="28"/>
          <w:szCs w:val="28"/>
        </w:rPr>
        <w:t>по</w:t>
      </w:r>
      <w:r w:rsidRPr="0088339F">
        <w:rPr>
          <w:sz w:val="28"/>
          <w:szCs w:val="28"/>
        </w:rPr>
        <w:t xml:space="preserve"> капитальн</w:t>
      </w:r>
      <w:r>
        <w:rPr>
          <w:sz w:val="28"/>
          <w:szCs w:val="28"/>
        </w:rPr>
        <w:t>ому</w:t>
      </w:r>
      <w:r w:rsidRPr="0088339F">
        <w:rPr>
          <w:sz w:val="28"/>
          <w:szCs w:val="28"/>
        </w:rPr>
        <w:t xml:space="preserve"> ремонт</w:t>
      </w:r>
      <w:r>
        <w:rPr>
          <w:sz w:val="28"/>
          <w:szCs w:val="28"/>
        </w:rPr>
        <w:t>у</w:t>
      </w:r>
      <w:r w:rsidRPr="0088339F">
        <w:rPr>
          <w:sz w:val="28"/>
          <w:szCs w:val="28"/>
        </w:rPr>
        <w:t>, ремонт</w:t>
      </w:r>
      <w:r>
        <w:rPr>
          <w:sz w:val="28"/>
          <w:szCs w:val="28"/>
        </w:rPr>
        <w:t>у</w:t>
      </w:r>
      <w:r w:rsidRPr="0088339F">
        <w:rPr>
          <w:sz w:val="28"/>
          <w:szCs w:val="28"/>
        </w:rPr>
        <w:t xml:space="preserve"> и содержани</w:t>
      </w:r>
      <w:r>
        <w:rPr>
          <w:sz w:val="28"/>
          <w:szCs w:val="28"/>
        </w:rPr>
        <w:t>ю</w:t>
      </w:r>
      <w:r w:rsidRPr="0088339F">
        <w:rPr>
          <w:sz w:val="28"/>
          <w:szCs w:val="28"/>
        </w:rPr>
        <w:t xml:space="preserve"> автомобильных дорог </w:t>
      </w:r>
      <w:r>
        <w:rPr>
          <w:sz w:val="28"/>
          <w:szCs w:val="28"/>
        </w:rPr>
        <w:t xml:space="preserve">местного значения в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>
        <w:rPr>
          <w:sz w:val="28"/>
          <w:szCs w:val="28"/>
        </w:rPr>
        <w:t xml:space="preserve"> (далее- НФЗ), </w:t>
      </w:r>
      <w:r w:rsidRPr="0088339F">
        <w:rPr>
          <w:sz w:val="28"/>
          <w:szCs w:val="28"/>
        </w:rPr>
        <w:t>применя</w:t>
      </w:r>
      <w:r>
        <w:rPr>
          <w:sz w:val="28"/>
          <w:szCs w:val="28"/>
        </w:rPr>
        <w:t>емые</w:t>
      </w:r>
      <w:bookmarkStart w:id="8" w:name="_Hlk4662808"/>
      <w:r w:rsidR="00B939A3">
        <w:rPr>
          <w:sz w:val="28"/>
          <w:szCs w:val="28"/>
        </w:rPr>
        <w:t xml:space="preserve"> </w:t>
      </w:r>
      <w:r w:rsidRPr="0088339F">
        <w:rPr>
          <w:sz w:val="28"/>
          <w:szCs w:val="28"/>
        </w:rPr>
        <w:t>для определения размера ассигнований бюджета, предусматриваемых на капитальный ремонт, ремонт и содержание автомобильных дорог</w:t>
      </w:r>
      <w:r>
        <w:rPr>
          <w:sz w:val="28"/>
          <w:szCs w:val="28"/>
        </w:rPr>
        <w:t>, мостовых сооружений</w:t>
      </w:r>
      <w:r w:rsidRPr="0088339F">
        <w:rPr>
          <w:sz w:val="28"/>
          <w:szCs w:val="28"/>
        </w:rPr>
        <w:t xml:space="preserve">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A5212" w:rsidRDefault="00ED42C9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формировании бюджета н</w:t>
      </w:r>
      <w:r w:rsidRPr="0088339F">
        <w:rPr>
          <w:sz w:val="28"/>
          <w:szCs w:val="28"/>
        </w:rPr>
        <w:t xml:space="preserve">а очередной финансовый год и </w:t>
      </w:r>
      <w:r w:rsidRPr="002302B2">
        <w:rPr>
          <w:sz w:val="28"/>
          <w:szCs w:val="28"/>
        </w:rPr>
        <w:t>плановый</w:t>
      </w:r>
      <w:r w:rsidR="00B939A3">
        <w:rPr>
          <w:sz w:val="28"/>
          <w:szCs w:val="28"/>
        </w:rPr>
        <w:t xml:space="preserve"> </w:t>
      </w:r>
      <w:r w:rsidRPr="002302B2">
        <w:rPr>
          <w:sz w:val="28"/>
          <w:szCs w:val="28"/>
        </w:rPr>
        <w:t>период</w:t>
      </w:r>
      <w:r>
        <w:rPr>
          <w:sz w:val="28"/>
          <w:szCs w:val="28"/>
        </w:rPr>
        <w:t xml:space="preserve">, установлены на существующие в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>
        <w:rPr>
          <w:sz w:val="28"/>
          <w:szCs w:val="28"/>
        </w:rPr>
        <w:t>автомобильные дороги и мостовые сооружения.                                                                                                                               4.</w:t>
      </w:r>
      <w:r w:rsidRPr="00E32F27">
        <w:rPr>
          <w:sz w:val="28"/>
          <w:szCs w:val="28"/>
        </w:rPr>
        <w:t xml:space="preserve">Размер бюджетных ассигнований бюджета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Pr="00E32F27">
        <w:rPr>
          <w:sz w:val="28"/>
          <w:szCs w:val="28"/>
        </w:rPr>
        <w:t xml:space="preserve"> на содержание автомобильных дорог (</w:t>
      </w:r>
      <w:bookmarkStart w:id="9" w:name="_Hlk4656157"/>
      <w:r>
        <w:rPr>
          <w:sz w:val="28"/>
          <w:szCs w:val="28"/>
        </w:rPr>
        <w:t>Н</w:t>
      </w:r>
      <w:r w:rsidRPr="00E32F27">
        <w:rPr>
          <w:sz w:val="28"/>
          <w:szCs w:val="28"/>
        </w:rPr>
        <w:t>сод</w:t>
      </w:r>
      <w:bookmarkEnd w:id="9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) рассчитывается по формуле:                                                                            </w:t>
      </w:r>
      <w:bookmarkStart w:id="10" w:name="_Hlk4657093"/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32F27">
        <w:rPr>
          <w:sz w:val="28"/>
          <w:szCs w:val="28"/>
        </w:rPr>
        <w:t>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= (L</w:t>
      </w:r>
      <w:r>
        <w:rPr>
          <w:sz w:val="28"/>
          <w:szCs w:val="28"/>
        </w:rPr>
        <w:t>абп.</w:t>
      </w:r>
      <w:r w:rsidRPr="00E32F27">
        <w:rPr>
          <w:sz w:val="28"/>
          <w:szCs w:val="28"/>
        </w:rPr>
        <w:t xml:space="preserve"> х  </w:t>
      </w: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>тп</w:t>
      </w:r>
      <w:r>
        <w:rPr>
          <w:sz w:val="28"/>
          <w:szCs w:val="28"/>
        </w:rPr>
        <w:t xml:space="preserve">.+ </w:t>
      </w: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>гщп.</w:t>
      </w:r>
      <w:r w:rsidRPr="00E32F27">
        <w:rPr>
          <w:sz w:val="28"/>
          <w:szCs w:val="28"/>
        </w:rPr>
        <w:t xml:space="preserve"> х  </w:t>
      </w: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>п</w:t>
      </w:r>
      <w:r>
        <w:rPr>
          <w:sz w:val="28"/>
          <w:szCs w:val="28"/>
        </w:rPr>
        <w:t>.)</w:t>
      </w:r>
      <w:r w:rsidRPr="00E32F27">
        <w:rPr>
          <w:sz w:val="28"/>
          <w:szCs w:val="28"/>
        </w:rPr>
        <w:t xml:space="preserve"> х Hvсод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х </w:t>
      </w:r>
      <w:bookmarkStart w:id="11" w:name="_Hlk4656834"/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деф</w:t>
      </w:r>
      <w:bookmarkEnd w:id="11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х  </w:t>
      </w:r>
      <w:bookmarkStart w:id="12" w:name="_Hlk4656904"/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БОсод</w:t>
      </w:r>
      <w:bookmarkEnd w:id="12"/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, где:</w:t>
      </w:r>
      <w:bookmarkEnd w:id="10"/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A5212" w:rsidRDefault="00ED42C9" w:rsidP="00B939A3">
      <w:pPr>
        <w:spacing w:line="390" w:lineRule="atLeast"/>
        <w:jc w:val="both"/>
        <w:rPr>
          <w:sz w:val="28"/>
          <w:szCs w:val="28"/>
        </w:rPr>
      </w:pP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 xml:space="preserve">абп., </w:t>
      </w:r>
      <w:r w:rsidRPr="00E32F27">
        <w:rPr>
          <w:sz w:val="28"/>
          <w:szCs w:val="28"/>
        </w:rPr>
        <w:t>L</w:t>
      </w:r>
      <w:r>
        <w:rPr>
          <w:sz w:val="28"/>
          <w:szCs w:val="28"/>
        </w:rPr>
        <w:t>гщп.</w:t>
      </w:r>
      <w:r w:rsidRPr="00E32F27">
        <w:rPr>
          <w:sz w:val="28"/>
          <w:szCs w:val="28"/>
        </w:rPr>
        <w:t xml:space="preserve">- протяженность автомобильных дорог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с </w:t>
      </w:r>
      <w:r>
        <w:rPr>
          <w:sz w:val="28"/>
          <w:szCs w:val="28"/>
        </w:rPr>
        <w:t xml:space="preserve">асфальтобетонным покрытием (абп), грунтощебеночным покрытием (гщп) </w:t>
      </w:r>
      <w:r w:rsidRPr="00E32F27">
        <w:rPr>
          <w:sz w:val="28"/>
          <w:szCs w:val="28"/>
        </w:rPr>
        <w:t xml:space="preserve">на момент проведения расчета (км);   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40BA1">
        <w:rPr>
          <w:sz w:val="28"/>
          <w:szCs w:val="28"/>
        </w:rPr>
        <w:t>К</w:t>
      </w:r>
      <w:r w:rsidRPr="00E32F27">
        <w:rPr>
          <w:sz w:val="28"/>
          <w:szCs w:val="28"/>
        </w:rPr>
        <w:t xml:space="preserve">тп - </w:t>
      </w:r>
      <w:bookmarkStart w:id="13" w:name="_Hlk4667577"/>
      <w:r w:rsidRPr="00E32F27">
        <w:rPr>
          <w:sz w:val="28"/>
          <w:szCs w:val="28"/>
        </w:rPr>
        <w:t xml:space="preserve">коэффициент, учитывающий дифференциацию стоимости содержания автомобильных дорог по типу покрытия, согласно </w:t>
      </w:r>
      <w:r>
        <w:rPr>
          <w:sz w:val="28"/>
          <w:szCs w:val="28"/>
        </w:rPr>
        <w:t xml:space="preserve">приложению </w:t>
      </w:r>
      <w:hyperlink r:id="rId8" w:anchor="/document/47540416/entry/1300" w:history="1">
        <w:r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;</w:t>
      </w:r>
    </w:p>
    <w:bookmarkEnd w:id="13"/>
    <w:p w:rsidR="00EA5212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деф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 xml:space="preserve"> - </w:t>
      </w:r>
      <w:hyperlink r:id="rId9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</w:t>
      </w:r>
      <w:r w:rsidRPr="00731256">
        <w:rPr>
          <w:sz w:val="28"/>
          <w:szCs w:val="28"/>
        </w:rPr>
        <w:t>201</w:t>
      </w:r>
      <w:r w:rsidR="00317A9B" w:rsidRPr="00731256">
        <w:rPr>
          <w:sz w:val="28"/>
          <w:szCs w:val="28"/>
        </w:rPr>
        <w:t>9</w:t>
      </w:r>
      <w:r w:rsidRPr="00731256">
        <w:rPr>
          <w:sz w:val="28"/>
          <w:szCs w:val="28"/>
        </w:rPr>
        <w:t> год</w:t>
      </w:r>
      <w:r w:rsidRPr="00E32F27">
        <w:rPr>
          <w:sz w:val="28"/>
          <w:szCs w:val="28"/>
        </w:rPr>
        <w:t xml:space="preserve">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</w:t>
      </w:r>
      <w:r w:rsidR="00EA5212">
        <w:rPr>
          <w:sz w:val="28"/>
          <w:szCs w:val="28"/>
        </w:rPr>
        <w:t>ально-экономического развития</w:t>
      </w:r>
      <w:r>
        <w:rPr>
          <w:sz w:val="28"/>
          <w:szCs w:val="28"/>
        </w:rPr>
        <w:t xml:space="preserve">, согласно приложению 2;     </w:t>
      </w:r>
    </w:p>
    <w:p w:rsidR="000C3231" w:rsidRDefault="00ED42C9" w:rsidP="000C323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32F27">
        <w:rPr>
          <w:sz w:val="28"/>
          <w:szCs w:val="28"/>
        </w:rPr>
        <w:t>БОсод</w:t>
      </w:r>
      <w:r>
        <w:rPr>
          <w:sz w:val="28"/>
          <w:szCs w:val="28"/>
        </w:rPr>
        <w:t>.</w:t>
      </w:r>
      <w:r w:rsidRPr="00E32F27">
        <w:rPr>
          <w:sz w:val="28"/>
          <w:szCs w:val="28"/>
        </w:rPr>
        <w:t>- коэффициент бюджетной обеспеченности содержания автомобильных дорог, определяется в зависимости от размера бюджетных ассигнований, направляемых на содержание автомобильных дорог</w:t>
      </w:r>
      <w:r>
        <w:rPr>
          <w:sz w:val="28"/>
          <w:szCs w:val="28"/>
        </w:rPr>
        <w:t xml:space="preserve">.   </w:t>
      </w:r>
    </w:p>
    <w:p w:rsidR="002758A8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D42C9" w:rsidRPr="00E32F27">
        <w:rPr>
          <w:sz w:val="28"/>
          <w:szCs w:val="28"/>
        </w:rPr>
        <w:t>Коэффициенты бюджетной обеспеченности содержания</w:t>
      </w:r>
      <w:r w:rsidR="00ED42C9">
        <w:rPr>
          <w:sz w:val="28"/>
          <w:szCs w:val="28"/>
        </w:rPr>
        <w:t xml:space="preserve">, капитального ремонта и ремонта </w:t>
      </w:r>
      <w:r w:rsidR="00ED42C9" w:rsidRPr="00E32F27">
        <w:rPr>
          <w:sz w:val="28"/>
          <w:szCs w:val="28"/>
        </w:rPr>
        <w:t xml:space="preserve"> автомобильных дорог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="00ED42C9">
        <w:rPr>
          <w:sz w:val="28"/>
          <w:szCs w:val="28"/>
        </w:rPr>
        <w:t>рассчитываются в пределах средств дорожного фонда, определенного в соответствии с Положением о муниципальном дорожном фонд</w:t>
      </w:r>
      <w:r w:rsidR="000C4E02">
        <w:rPr>
          <w:sz w:val="28"/>
          <w:szCs w:val="28"/>
        </w:rPr>
        <w:t>е</w:t>
      </w:r>
      <w:r w:rsidR="00ED42C9">
        <w:rPr>
          <w:sz w:val="28"/>
          <w:szCs w:val="28"/>
        </w:rPr>
        <w:t xml:space="preserve">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 w:rsidR="002758A8">
        <w:rPr>
          <w:sz w:val="28"/>
          <w:szCs w:val="28"/>
        </w:rPr>
        <w:t>.</w:t>
      </w:r>
    </w:p>
    <w:p w:rsidR="00EA5212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D42C9" w:rsidRPr="0086543C">
        <w:rPr>
          <w:sz w:val="28"/>
          <w:szCs w:val="28"/>
        </w:rPr>
        <w:t>Размер бюджетных ассигнований на капитальный ремонт автомобильных дорог</w:t>
      </w:r>
      <w:r w:rsidR="00ED42C9">
        <w:rPr>
          <w:sz w:val="28"/>
          <w:szCs w:val="28"/>
        </w:rPr>
        <w:t xml:space="preserve">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</w:t>
      </w:r>
      <w:r w:rsidR="00B939A3">
        <w:rPr>
          <w:sz w:val="28"/>
          <w:szCs w:val="28"/>
        </w:rPr>
        <w:t xml:space="preserve">сибирской области </w:t>
      </w:r>
      <w:r w:rsidR="00ED42C9" w:rsidRPr="0086543C">
        <w:rPr>
          <w:sz w:val="28"/>
          <w:szCs w:val="28"/>
        </w:rPr>
        <w:t>на соответствующий финансовый год (</w:t>
      </w:r>
      <w:r w:rsidR="00ED42C9">
        <w:rPr>
          <w:sz w:val="28"/>
          <w:szCs w:val="28"/>
        </w:rPr>
        <w:t>Н</w:t>
      </w:r>
      <w:r w:rsidR="00ED42C9" w:rsidRPr="0086543C">
        <w:rPr>
          <w:sz w:val="28"/>
          <w:szCs w:val="28"/>
        </w:rPr>
        <w:t>капрем</w:t>
      </w:r>
      <w:r w:rsidR="00ED42C9">
        <w:rPr>
          <w:sz w:val="28"/>
          <w:szCs w:val="28"/>
        </w:rPr>
        <w:t>.</w:t>
      </w:r>
      <w:r>
        <w:rPr>
          <w:sz w:val="28"/>
          <w:szCs w:val="28"/>
        </w:rPr>
        <w:t>) рассчитывается по формуле: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Pr="00145EE9" w:rsidRDefault="00ED42C9" w:rsidP="00EA5212">
      <w:pPr>
        <w:spacing w:after="160"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6543C">
        <w:rPr>
          <w:sz w:val="28"/>
          <w:szCs w:val="28"/>
        </w:rPr>
        <w:t>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>= Hvкапрем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х </w:t>
      </w: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х </w:t>
      </w:r>
      <w:bookmarkStart w:id="14" w:name="_Hlk4657614"/>
      <w:r w:rsidRPr="0086543C">
        <w:rPr>
          <w:sz w:val="28"/>
          <w:szCs w:val="28"/>
        </w:rPr>
        <w:t>Lкапрем</w:t>
      </w:r>
      <w:r>
        <w:rPr>
          <w:sz w:val="28"/>
          <w:szCs w:val="28"/>
        </w:rPr>
        <w:t>.</w:t>
      </w:r>
      <w:bookmarkEnd w:id="14"/>
      <w:r w:rsidRPr="0086543C">
        <w:rPr>
          <w:sz w:val="28"/>
          <w:szCs w:val="28"/>
        </w:rPr>
        <w:t xml:space="preserve">х  </w:t>
      </w: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, </w:t>
      </w:r>
      <w:r w:rsidRPr="00145EE9">
        <w:rPr>
          <w:sz w:val="28"/>
          <w:szCs w:val="28"/>
        </w:rPr>
        <w:t>где: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Hvкапрем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</w:t>
      </w:r>
      <w:bookmarkStart w:id="15" w:name="_Hlk4667458"/>
      <w:r w:rsidRPr="0086543C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НФЗ</w:t>
      </w:r>
      <w:r w:rsidRPr="0086543C">
        <w:rPr>
          <w:sz w:val="28"/>
          <w:szCs w:val="28"/>
        </w:rPr>
        <w:t xml:space="preserve"> на капитальный ремонт автомобильных дорог</w:t>
      </w:r>
      <w:r>
        <w:rPr>
          <w:sz w:val="28"/>
          <w:szCs w:val="28"/>
        </w:rPr>
        <w:t>;</w:t>
      </w: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 xml:space="preserve">.- </w:t>
      </w:r>
      <w:hyperlink r:id="rId10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201</w:t>
      </w:r>
      <w:r>
        <w:rPr>
          <w:sz w:val="28"/>
          <w:szCs w:val="28"/>
        </w:rPr>
        <w:t>4</w:t>
      </w:r>
      <w:r w:rsidRPr="00E32F27">
        <w:rPr>
          <w:sz w:val="28"/>
          <w:szCs w:val="28"/>
        </w:rPr>
        <w:t xml:space="preserve"> год),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социально-экономического развития</w:t>
      </w:r>
      <w:r>
        <w:rPr>
          <w:sz w:val="28"/>
          <w:szCs w:val="28"/>
        </w:rPr>
        <w:t>, согласно приложению 2;</w:t>
      </w:r>
    </w:p>
    <w:p w:rsidR="00ED42C9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коэффициент бюджетной обеспеченности капитального ремонта автомобильных дорог</w:t>
      </w:r>
      <w:r>
        <w:rPr>
          <w:sz w:val="28"/>
          <w:szCs w:val="28"/>
        </w:rPr>
        <w:t>;</w:t>
      </w:r>
    </w:p>
    <w:bookmarkEnd w:id="15"/>
    <w:p w:rsidR="00EA5212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86543C">
        <w:rPr>
          <w:sz w:val="28"/>
          <w:szCs w:val="28"/>
        </w:rPr>
        <w:lastRenderedPageBreak/>
        <w:t>Lкапрем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капитальному ремонту на год планирования, определяемая по </w:t>
      </w:r>
      <w:r w:rsidR="00EA5212">
        <w:rPr>
          <w:sz w:val="28"/>
          <w:szCs w:val="28"/>
        </w:rPr>
        <w:t>формуле:</w:t>
      </w:r>
    </w:p>
    <w:p w:rsidR="00EA5212" w:rsidRDefault="00EA5212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tabs>
          <w:tab w:val="left" w:pos="142"/>
        </w:tabs>
        <w:ind w:firstLine="709"/>
        <w:rPr>
          <w:sz w:val="28"/>
          <w:szCs w:val="28"/>
        </w:rPr>
      </w:pPr>
      <w:bookmarkStart w:id="16" w:name="_Hlk4657650"/>
      <w:bookmarkStart w:id="17" w:name="_Hlk4658351"/>
      <w:bookmarkStart w:id="18" w:name="_Hlk4658278"/>
      <w:r w:rsidRPr="0086543C">
        <w:rPr>
          <w:sz w:val="28"/>
          <w:szCs w:val="28"/>
        </w:rPr>
        <w:t>L</w:t>
      </w:r>
      <w:bookmarkEnd w:id="16"/>
      <w:r w:rsidRPr="0086543C">
        <w:rPr>
          <w:sz w:val="28"/>
          <w:szCs w:val="28"/>
        </w:rPr>
        <w:t>капрем</w:t>
      </w:r>
      <w:bookmarkEnd w:id="17"/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=     </w:t>
      </w:r>
      <w:bookmarkStart w:id="19" w:name="_Hlk4657759"/>
      <w:r w:rsidRPr="0086543C">
        <w:rPr>
          <w:sz w:val="28"/>
          <w:szCs w:val="28"/>
        </w:rPr>
        <w:t>L</w:t>
      </w:r>
      <w:bookmarkEnd w:id="19"/>
      <w:r w:rsidRPr="0086543C">
        <w:rPr>
          <w:sz w:val="28"/>
          <w:szCs w:val="28"/>
        </w:rPr>
        <w:t xml:space="preserve">1  / </w:t>
      </w:r>
      <w:r w:rsidRPr="005746B6">
        <w:rPr>
          <w:sz w:val="28"/>
          <w:szCs w:val="28"/>
        </w:rPr>
        <w:t>Т</w:t>
      </w:r>
      <w:r w:rsidRPr="0086543C">
        <w:rPr>
          <w:sz w:val="28"/>
          <w:szCs w:val="28"/>
        </w:rPr>
        <w:t>капрем</w:t>
      </w:r>
      <w:r>
        <w:rPr>
          <w:sz w:val="28"/>
          <w:szCs w:val="28"/>
        </w:rPr>
        <w:t xml:space="preserve">. </w:t>
      </w:r>
      <w:r w:rsidRPr="0086543C">
        <w:rPr>
          <w:sz w:val="28"/>
          <w:szCs w:val="28"/>
        </w:rPr>
        <w:t>- Lрек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>, где</w:t>
      </w:r>
      <w:bookmarkEnd w:id="18"/>
    </w:p>
    <w:p w:rsidR="00EA5212" w:rsidRPr="0086543C" w:rsidRDefault="00EA5212" w:rsidP="00EA5212">
      <w:pPr>
        <w:tabs>
          <w:tab w:val="left" w:pos="142"/>
        </w:tabs>
        <w:jc w:val="center"/>
        <w:rPr>
          <w:sz w:val="28"/>
          <w:szCs w:val="28"/>
        </w:rPr>
      </w:pPr>
    </w:p>
    <w:p w:rsidR="00EA5212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L1  - протяженность автомобильных дорог соответствующей категории на 1 января года планирования с учетом изменения протяженности автомобильных дорог в результате ввода объектов строительства и реконструкции, а также приема-передачи автомобильных дорог, предусмотренного в течение года планирования (км)</w:t>
      </w:r>
      <w:r>
        <w:rPr>
          <w:sz w:val="28"/>
          <w:szCs w:val="28"/>
        </w:rPr>
        <w:t>;</w:t>
      </w:r>
    </w:p>
    <w:p w:rsidR="00EA5212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746B6">
        <w:rPr>
          <w:sz w:val="28"/>
          <w:szCs w:val="28"/>
        </w:rPr>
        <w:t xml:space="preserve">Т </w:t>
      </w:r>
      <w:r w:rsidRPr="0086543C">
        <w:rPr>
          <w:sz w:val="28"/>
          <w:szCs w:val="28"/>
        </w:rPr>
        <w:t xml:space="preserve">капрем- нормативный межремонтный срок по капитальному ремонту для дорог соответствующей категории, применяемый для расчета бюджетных ассигнований на капитальный ремонт автомобильных дорог (лет), согласно </w:t>
      </w:r>
      <w:hyperlink r:id="rId11" w:anchor="/document/47540416/entry/1800" w:history="1">
        <w:r w:rsidRPr="0086543C">
          <w:rPr>
            <w:sz w:val="28"/>
            <w:szCs w:val="28"/>
          </w:rPr>
          <w:t>приложению  </w:t>
        </w:r>
        <w:r>
          <w:rPr>
            <w:sz w:val="28"/>
            <w:szCs w:val="28"/>
          </w:rPr>
          <w:t>3</w:t>
        </w:r>
      </w:hyperlink>
      <w:r>
        <w:rPr>
          <w:sz w:val="28"/>
          <w:szCs w:val="28"/>
        </w:rPr>
        <w:t>;</w:t>
      </w:r>
    </w:p>
    <w:p w:rsidR="00ED42C9" w:rsidRDefault="00ED42C9" w:rsidP="00EA5212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86543C">
        <w:rPr>
          <w:sz w:val="28"/>
          <w:szCs w:val="28"/>
        </w:rPr>
        <w:t>Lрек - протяженность автомобильных дорог соответствующей категории, намеченных к реконструкции на год планирования (км/год).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D42C9" w:rsidRPr="00EA66BA">
        <w:rPr>
          <w:sz w:val="28"/>
          <w:szCs w:val="28"/>
        </w:rPr>
        <w:t>Размер бюджетных ассигнований на ремонт автомобильных дорог на соответствующий финансовый год (</w:t>
      </w:r>
      <w:r w:rsidR="00ED42C9">
        <w:rPr>
          <w:sz w:val="28"/>
          <w:szCs w:val="28"/>
        </w:rPr>
        <w:t>Н</w:t>
      </w:r>
      <w:r w:rsidR="00ED42C9" w:rsidRPr="00EA66BA">
        <w:rPr>
          <w:sz w:val="28"/>
          <w:szCs w:val="28"/>
        </w:rPr>
        <w:t>рем</w:t>
      </w:r>
      <w:r w:rsidR="00ED42C9">
        <w:rPr>
          <w:sz w:val="28"/>
          <w:szCs w:val="28"/>
        </w:rPr>
        <w:t>.</w:t>
      </w:r>
      <w:r>
        <w:rPr>
          <w:sz w:val="28"/>
          <w:szCs w:val="28"/>
        </w:rPr>
        <w:t xml:space="preserve">) рассчитывается по формуле:   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Нрем.= </w:t>
      </w:r>
      <w:bookmarkStart w:id="20" w:name="_Hlk4658128"/>
      <w:r w:rsidRPr="00EA5212">
        <w:rPr>
          <w:sz w:val="28"/>
          <w:szCs w:val="28"/>
        </w:rPr>
        <w:t>(∑Hvрем</w:t>
      </w:r>
      <w:bookmarkEnd w:id="20"/>
      <w:r w:rsidRPr="00EA5212">
        <w:rPr>
          <w:sz w:val="28"/>
          <w:szCs w:val="28"/>
        </w:rPr>
        <w:t xml:space="preserve">. х </w:t>
      </w:r>
      <w:bookmarkStart w:id="21" w:name="_Hlk4667520"/>
      <w:r w:rsidRPr="00EA5212">
        <w:rPr>
          <w:sz w:val="28"/>
          <w:szCs w:val="28"/>
        </w:rPr>
        <w:t>Ктип.рем</w:t>
      </w:r>
      <w:bookmarkStart w:id="22" w:name="_Hlk4658247"/>
      <w:r w:rsidRPr="00EA5212">
        <w:rPr>
          <w:sz w:val="28"/>
          <w:szCs w:val="28"/>
        </w:rPr>
        <w:t xml:space="preserve"> х Lрем</w:t>
      </w:r>
      <w:bookmarkEnd w:id="22"/>
      <w:r w:rsidRPr="00EA5212">
        <w:rPr>
          <w:sz w:val="28"/>
          <w:szCs w:val="28"/>
        </w:rPr>
        <w:t xml:space="preserve">.) </w:t>
      </w:r>
      <w:bookmarkEnd w:id="21"/>
      <w:r w:rsidRPr="00EA5212">
        <w:rPr>
          <w:sz w:val="28"/>
          <w:szCs w:val="28"/>
        </w:rPr>
        <w:t xml:space="preserve">x Кдеф. х  </w:t>
      </w:r>
      <w:bookmarkStart w:id="23" w:name="_Hlk4658208"/>
      <w:r w:rsidRPr="00EA5212">
        <w:rPr>
          <w:sz w:val="28"/>
          <w:szCs w:val="28"/>
        </w:rPr>
        <w:t>КБОрем</w:t>
      </w:r>
      <w:bookmarkEnd w:id="23"/>
      <w:r w:rsidRPr="00EA5212">
        <w:rPr>
          <w:sz w:val="28"/>
          <w:szCs w:val="28"/>
        </w:rPr>
        <w:t>. , где:</w:t>
      </w:r>
    </w:p>
    <w:p w:rsidR="00EA5212" w:rsidRPr="00EA5212" w:rsidRDefault="00EA5212" w:rsidP="00EA5212">
      <w:pPr>
        <w:jc w:val="both"/>
        <w:rPr>
          <w:sz w:val="28"/>
          <w:szCs w:val="28"/>
        </w:rPr>
      </w:pP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Hvрем</w:t>
      </w:r>
      <w:r>
        <w:rPr>
          <w:sz w:val="28"/>
          <w:szCs w:val="28"/>
        </w:rPr>
        <w:t>.-</w:t>
      </w:r>
      <w:r w:rsidRPr="0086543C">
        <w:rPr>
          <w:sz w:val="28"/>
          <w:szCs w:val="28"/>
        </w:rPr>
        <w:t xml:space="preserve">установленный </w:t>
      </w:r>
      <w:r>
        <w:rPr>
          <w:sz w:val="28"/>
          <w:szCs w:val="28"/>
        </w:rPr>
        <w:t>НФЗ</w:t>
      </w:r>
      <w:r w:rsidRPr="0086543C">
        <w:rPr>
          <w:sz w:val="28"/>
          <w:szCs w:val="28"/>
        </w:rPr>
        <w:t xml:space="preserve"> на ремонт автомобильных дорог</w:t>
      </w:r>
      <w:r>
        <w:rPr>
          <w:sz w:val="28"/>
          <w:szCs w:val="28"/>
        </w:rPr>
        <w:t>;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40BA1">
        <w:rPr>
          <w:sz w:val="28"/>
          <w:szCs w:val="28"/>
        </w:rPr>
        <w:t>К</w:t>
      </w:r>
      <w:r>
        <w:rPr>
          <w:sz w:val="28"/>
          <w:szCs w:val="28"/>
        </w:rPr>
        <w:t>тип</w:t>
      </w:r>
      <w:r w:rsidRPr="00EA66BA">
        <w:rPr>
          <w:sz w:val="28"/>
          <w:szCs w:val="28"/>
        </w:rPr>
        <w:t>.рем</w:t>
      </w:r>
      <w:r>
        <w:rPr>
          <w:sz w:val="28"/>
          <w:szCs w:val="28"/>
        </w:rPr>
        <w:t xml:space="preserve">.-  </w:t>
      </w:r>
      <w:r w:rsidRPr="00E32F27">
        <w:rPr>
          <w:sz w:val="28"/>
          <w:szCs w:val="28"/>
        </w:rPr>
        <w:t xml:space="preserve">коэффициент, учитывающий дифференциацию стоимости содержания автомобильных дорог по типу покрытия, согласно </w:t>
      </w:r>
      <w:r>
        <w:rPr>
          <w:sz w:val="28"/>
          <w:szCs w:val="28"/>
        </w:rPr>
        <w:t xml:space="preserve">приложению </w:t>
      </w:r>
      <w:hyperlink r:id="rId12" w:anchor="/document/47540416/entry/1300" w:history="1">
        <w:r>
          <w:rPr>
            <w:sz w:val="28"/>
            <w:szCs w:val="28"/>
          </w:rPr>
          <w:t>4</w:t>
        </w:r>
      </w:hyperlink>
      <w:r>
        <w:rPr>
          <w:sz w:val="28"/>
          <w:szCs w:val="28"/>
        </w:rPr>
        <w:t>;</w:t>
      </w: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деф</w:t>
      </w:r>
      <w:r>
        <w:rPr>
          <w:sz w:val="28"/>
          <w:szCs w:val="28"/>
        </w:rPr>
        <w:t xml:space="preserve">.- </w:t>
      </w:r>
      <w:hyperlink r:id="rId13" w:anchor="/document/149900/entry/0" w:history="1">
        <w:r w:rsidRPr="00E32F27">
          <w:rPr>
            <w:sz w:val="28"/>
            <w:szCs w:val="28"/>
          </w:rPr>
          <w:t>индекс</w:t>
        </w:r>
      </w:hyperlink>
      <w:r w:rsidRPr="00E32F27">
        <w:rPr>
          <w:sz w:val="28"/>
          <w:szCs w:val="28"/>
        </w:rPr>
        <w:t xml:space="preserve"> потребительских цен на год планирования (при расчете на период более одного года - произведение индексов потребительских цен на соответствующие годы, начиная с индекса на 201</w:t>
      </w:r>
      <w:r>
        <w:rPr>
          <w:sz w:val="28"/>
          <w:szCs w:val="28"/>
        </w:rPr>
        <w:t>4</w:t>
      </w:r>
      <w:r w:rsidRPr="00E32F27">
        <w:rPr>
          <w:sz w:val="28"/>
          <w:szCs w:val="28"/>
        </w:rPr>
        <w:t xml:space="preserve"> год), разработанный Министерством экономического развития </w:t>
      </w:r>
      <w:r>
        <w:rPr>
          <w:sz w:val="28"/>
          <w:szCs w:val="28"/>
        </w:rPr>
        <w:t>Новосибирской области</w:t>
      </w:r>
      <w:r w:rsidRPr="00E32F27">
        <w:rPr>
          <w:sz w:val="28"/>
          <w:szCs w:val="28"/>
        </w:rPr>
        <w:t xml:space="preserve">  для прогноза социально-экономического развития</w:t>
      </w:r>
      <w:r>
        <w:rPr>
          <w:sz w:val="28"/>
          <w:szCs w:val="28"/>
        </w:rPr>
        <w:t>, согласно приложению 2;</w:t>
      </w:r>
    </w:p>
    <w:p w:rsidR="00ED42C9" w:rsidRDefault="00ED42C9" w:rsidP="00EA5212">
      <w:pPr>
        <w:tabs>
          <w:tab w:val="left" w:pos="14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6543C">
        <w:rPr>
          <w:sz w:val="28"/>
          <w:szCs w:val="28"/>
        </w:rPr>
        <w:t>БОрем</w:t>
      </w:r>
      <w:r>
        <w:rPr>
          <w:sz w:val="28"/>
          <w:szCs w:val="28"/>
        </w:rPr>
        <w:t>.</w:t>
      </w:r>
      <w:r w:rsidRPr="0086543C">
        <w:rPr>
          <w:sz w:val="28"/>
          <w:szCs w:val="28"/>
        </w:rPr>
        <w:t xml:space="preserve"> - коэффициент бюджетной обеспеченности ремонта автомобильных дорог</w:t>
      </w:r>
    </w:p>
    <w:p w:rsidR="00EA5212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Lрем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 xml:space="preserve"> - расчетная протяженность автомобильных дорог соответствующей категории, подлежащих ремонту на год планирования (км/год), определяемая по формуле:        </w:t>
      </w:r>
    </w:p>
    <w:p w:rsidR="00EA5212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Default="00ED42C9" w:rsidP="00EA5212">
      <w:pPr>
        <w:ind w:firstLine="720"/>
        <w:jc w:val="both"/>
        <w:rPr>
          <w:sz w:val="28"/>
          <w:szCs w:val="28"/>
        </w:rPr>
      </w:pPr>
      <w:r w:rsidRPr="00EA66BA">
        <w:rPr>
          <w:sz w:val="28"/>
          <w:szCs w:val="28"/>
        </w:rPr>
        <w:t>Lрем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>=     L1/</w:t>
      </w:r>
      <w:r w:rsidRPr="005746B6">
        <w:rPr>
          <w:sz w:val="28"/>
          <w:szCs w:val="28"/>
        </w:rPr>
        <w:t>Т</w:t>
      </w:r>
      <w:r w:rsidRPr="00EA66BA">
        <w:rPr>
          <w:sz w:val="28"/>
          <w:szCs w:val="28"/>
        </w:rPr>
        <w:t>рем</w:t>
      </w:r>
      <w:r>
        <w:rPr>
          <w:sz w:val="28"/>
          <w:szCs w:val="28"/>
        </w:rPr>
        <w:t xml:space="preserve">. </w:t>
      </w:r>
      <w:r w:rsidRPr="00EA66BA">
        <w:rPr>
          <w:sz w:val="28"/>
          <w:szCs w:val="28"/>
        </w:rPr>
        <w:t>-</w:t>
      </w:r>
      <w:r>
        <w:rPr>
          <w:sz w:val="28"/>
          <w:szCs w:val="28"/>
        </w:rPr>
        <w:t>(</w:t>
      </w:r>
      <w:r w:rsidRPr="00EA66BA">
        <w:rPr>
          <w:sz w:val="28"/>
          <w:szCs w:val="28"/>
        </w:rPr>
        <w:t>Lрек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 xml:space="preserve"> + Lкапрем</w:t>
      </w:r>
      <w:r>
        <w:rPr>
          <w:sz w:val="28"/>
          <w:szCs w:val="28"/>
        </w:rPr>
        <w:t>.</w:t>
      </w:r>
      <w:r w:rsidRPr="00EA66BA">
        <w:rPr>
          <w:sz w:val="28"/>
          <w:szCs w:val="28"/>
        </w:rPr>
        <w:t>), где</w:t>
      </w:r>
    </w:p>
    <w:p w:rsidR="00EA5212" w:rsidRPr="00EA66BA" w:rsidRDefault="00EA5212" w:rsidP="00EA5212">
      <w:pPr>
        <w:ind w:firstLine="720"/>
        <w:jc w:val="both"/>
        <w:rPr>
          <w:sz w:val="28"/>
          <w:szCs w:val="28"/>
        </w:rPr>
      </w:pPr>
    </w:p>
    <w:p w:rsidR="00ED42C9" w:rsidRPr="00EA5212" w:rsidRDefault="00ED42C9" w:rsidP="00EA5212">
      <w:pPr>
        <w:ind w:firstLine="720"/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Трем. - нормативный межремонтный срок по ремонту для дорог соответствующей категории, применяемый для расчета бюджетных ассигнований на ремонт автомобильных дорог (лет), согласно </w:t>
      </w:r>
      <w:hyperlink r:id="rId14" w:anchor="/document/47540416/entry/1800" w:history="1">
        <w:r w:rsidRPr="00EA5212">
          <w:rPr>
            <w:sz w:val="28"/>
            <w:szCs w:val="28"/>
          </w:rPr>
          <w:t>приложению 3;</w:t>
        </w:r>
      </w:hyperlink>
    </w:p>
    <w:bookmarkEnd w:id="6"/>
    <w:bookmarkEnd w:id="8"/>
    <w:p w:rsidR="00ED42C9" w:rsidRPr="00EA5212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A5212">
        <w:rPr>
          <w:sz w:val="28"/>
          <w:szCs w:val="28"/>
        </w:rPr>
        <w:t xml:space="preserve">L - протяженность автомобильных дорог общего пользования </w:t>
      </w:r>
      <w:r w:rsidR="002758A8">
        <w:rPr>
          <w:sz w:val="28"/>
          <w:szCs w:val="28"/>
        </w:rPr>
        <w:t>с.</w:t>
      </w:r>
      <w:r w:rsidR="00282981">
        <w:rPr>
          <w:sz w:val="28"/>
          <w:szCs w:val="28"/>
        </w:rPr>
        <w:t>Половинное</w:t>
      </w:r>
      <w:r w:rsidR="002758A8">
        <w:rPr>
          <w:sz w:val="28"/>
          <w:szCs w:val="28"/>
        </w:rPr>
        <w:t xml:space="preserve"> Краснозерского района </w:t>
      </w:r>
      <w:r w:rsidRPr="00EA5212">
        <w:rPr>
          <w:sz w:val="28"/>
          <w:szCs w:val="28"/>
        </w:rPr>
        <w:t xml:space="preserve"> Новосибирской области и мостовых сооружений, принимается на основании данных размещаемые на официальном сайте территориального органа Федеральной службы государственной статистики по </w:t>
      </w:r>
      <w:r w:rsidRPr="00EA5212">
        <w:rPr>
          <w:sz w:val="28"/>
          <w:szCs w:val="28"/>
        </w:rPr>
        <w:lastRenderedPageBreak/>
        <w:t>Новосибирской области в сети «Интернет» по форме федерального статистического наблюдения № 3-ДГ(МО)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образований», по состоянию на 1 января текущего финансового года, но не выше планируемой к выполнению работ по их содержанию (км).</w:t>
      </w:r>
    </w:p>
    <w:p w:rsidR="00ED42C9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9"/>
      <w:r w:rsidRPr="004556A8">
        <w:rPr>
          <w:sz w:val="28"/>
          <w:szCs w:val="28"/>
        </w:rPr>
        <w:t>8.Объемы ассигнования</w:t>
      </w:r>
      <w:r>
        <w:rPr>
          <w:sz w:val="28"/>
          <w:szCs w:val="28"/>
        </w:rPr>
        <w:t xml:space="preserve"> из бюджета корректируются на основании оценки технического состояния автомобильных дорог и дорожных сооружений на них с учетом необходимости приведения транспортно- эксплуатационных характеристик автомобильных дорог и дорожных сооружений в соответствие с требованиями технических регламентов на основании сметной стоимости.</w:t>
      </w:r>
    </w:p>
    <w:p w:rsidR="00ED42C9" w:rsidRDefault="00ED42C9" w:rsidP="00EA5212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Качество работ по капитальному ремонту, ремонту и</w:t>
      </w:r>
      <w:r w:rsidRPr="00C97910">
        <w:rPr>
          <w:sz w:val="28"/>
          <w:szCs w:val="28"/>
        </w:rPr>
        <w:t xml:space="preserve"> содержани</w:t>
      </w:r>
      <w:r>
        <w:rPr>
          <w:sz w:val="28"/>
          <w:szCs w:val="28"/>
        </w:rPr>
        <w:t>ю</w:t>
      </w:r>
      <w:r w:rsidRPr="00C97910">
        <w:rPr>
          <w:sz w:val="28"/>
          <w:szCs w:val="28"/>
        </w:rPr>
        <w:t xml:space="preserve">  автомобильных дорог</w:t>
      </w:r>
      <w:r>
        <w:rPr>
          <w:sz w:val="28"/>
          <w:szCs w:val="28"/>
        </w:rPr>
        <w:t xml:space="preserve"> должно обеспечивать соблюдение </w:t>
      </w:r>
      <w:r w:rsidRPr="0086594C">
        <w:rPr>
          <w:sz w:val="28"/>
          <w:szCs w:val="28"/>
        </w:rPr>
        <w:t>ГОСТ Р 50597-2017</w:t>
      </w:r>
      <w:r w:rsidR="002829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Национальный стандарт Российской Федерации.  </w:t>
      </w:r>
      <w:r w:rsidRPr="0086594C">
        <w:rPr>
          <w:sz w:val="28"/>
          <w:szCs w:val="28"/>
        </w:rPr>
        <w:t>Дороги автомобильные</w:t>
      </w:r>
      <w:r w:rsidR="00AE252F">
        <w:rPr>
          <w:sz w:val="28"/>
          <w:szCs w:val="28"/>
        </w:rPr>
        <w:t xml:space="preserve"> </w:t>
      </w:r>
      <w:r w:rsidRPr="0086594C">
        <w:rPr>
          <w:sz w:val="28"/>
          <w:szCs w:val="28"/>
        </w:rPr>
        <w:t>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>
        <w:rPr>
          <w:sz w:val="28"/>
          <w:szCs w:val="28"/>
        </w:rPr>
        <w:t>, утверждённым приказом Федерального агентства  по техническому регулированию и метрологии от 26.09.2017 №1245-ст.</w:t>
      </w:r>
    </w:p>
    <w:p w:rsidR="00ED42C9" w:rsidRDefault="00ED42C9" w:rsidP="00B939A3">
      <w:pPr>
        <w:spacing w:line="390" w:lineRule="atLeast"/>
        <w:jc w:val="both"/>
        <w:rPr>
          <w:sz w:val="28"/>
          <w:szCs w:val="28"/>
        </w:rPr>
      </w:pPr>
      <w:r w:rsidRPr="00C97910">
        <w:rPr>
          <w:sz w:val="28"/>
          <w:szCs w:val="28"/>
        </w:rPr>
        <w:t>В случае если предусмотренный на</w:t>
      </w:r>
      <w:bookmarkStart w:id="25" w:name="_Hlk533146205"/>
      <w:r w:rsidR="00AE252F">
        <w:rPr>
          <w:sz w:val="28"/>
          <w:szCs w:val="28"/>
        </w:rPr>
        <w:t xml:space="preserve"> </w:t>
      </w:r>
      <w:r>
        <w:rPr>
          <w:sz w:val="28"/>
          <w:szCs w:val="28"/>
        </w:rPr>
        <w:t>капитальный ремонт, ремонт и</w:t>
      </w:r>
      <w:r w:rsidRPr="00C97910">
        <w:rPr>
          <w:sz w:val="28"/>
          <w:szCs w:val="28"/>
        </w:rPr>
        <w:t xml:space="preserve"> содержание  автомобильных дорог </w:t>
      </w:r>
      <w:bookmarkEnd w:id="25"/>
      <w:r w:rsidRPr="00C97910">
        <w:rPr>
          <w:sz w:val="28"/>
          <w:szCs w:val="28"/>
        </w:rPr>
        <w:t xml:space="preserve">размер средств местного бюджета </w:t>
      </w:r>
      <w:r w:rsidR="002A7184">
        <w:rPr>
          <w:sz w:val="28"/>
          <w:szCs w:val="28"/>
        </w:rPr>
        <w:t>Половинского</w:t>
      </w:r>
      <w:r w:rsidR="002758A8">
        <w:rPr>
          <w:sz w:val="28"/>
          <w:szCs w:val="28"/>
        </w:rPr>
        <w:t xml:space="preserve"> </w:t>
      </w:r>
      <w:r w:rsidR="00B939A3" w:rsidRPr="001B7A00">
        <w:rPr>
          <w:sz w:val="28"/>
          <w:szCs w:val="28"/>
        </w:rPr>
        <w:t>сельсовета Краснозерского района Ново</w:t>
      </w:r>
      <w:r w:rsidR="00B939A3">
        <w:rPr>
          <w:sz w:val="28"/>
          <w:szCs w:val="28"/>
        </w:rPr>
        <w:t>сибирской области</w:t>
      </w:r>
      <w:r w:rsidRPr="00C97910">
        <w:rPr>
          <w:sz w:val="28"/>
          <w:szCs w:val="28"/>
        </w:rPr>
        <w:t xml:space="preserve"> на очередной финансовый год и п</w:t>
      </w:r>
      <w:r>
        <w:rPr>
          <w:sz w:val="28"/>
          <w:szCs w:val="28"/>
        </w:rPr>
        <w:t>лановый</w:t>
      </w:r>
      <w:r w:rsidRPr="00C97910">
        <w:rPr>
          <w:sz w:val="28"/>
          <w:szCs w:val="28"/>
        </w:rPr>
        <w:t xml:space="preserve"> периоды ниже потребности, определенной в соответствии </w:t>
      </w:r>
      <w:r w:rsidRPr="00903C0B">
        <w:rPr>
          <w:sz w:val="28"/>
          <w:szCs w:val="28"/>
        </w:rPr>
        <w:t xml:space="preserve">с нормативами финансовых затрат по капитальному ремонту, ремонту и содержанию автомобильных дорог местного значения в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903C0B">
        <w:rPr>
          <w:sz w:val="28"/>
          <w:szCs w:val="28"/>
        </w:rPr>
        <w:t xml:space="preserve">, утвержденными администрацией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Pr="00903C0B">
        <w:rPr>
          <w:sz w:val="28"/>
          <w:szCs w:val="28"/>
        </w:rPr>
        <w:t>, разрабатываются сметные расчеты,</w:t>
      </w:r>
      <w:r w:rsidRPr="00C97910">
        <w:rPr>
          <w:sz w:val="28"/>
          <w:szCs w:val="28"/>
        </w:rPr>
        <w:t xml:space="preserve"> в которых определяются виды и периодичность проведения работ по содержанию и ремонту автомобильных дорог в пределах утвержденных бюджетных средств.</w:t>
      </w:r>
    </w:p>
    <w:p w:rsidR="00ED42C9" w:rsidRDefault="00EA5212" w:rsidP="00B939A3">
      <w:pPr>
        <w:spacing w:line="390" w:lineRule="atLeast"/>
        <w:jc w:val="both"/>
        <w:rPr>
          <w:sz w:val="28"/>
          <w:szCs w:val="28"/>
        </w:rPr>
      </w:pPr>
      <w:bookmarkStart w:id="26" w:name="sub_10"/>
      <w:bookmarkEnd w:id="24"/>
      <w:r>
        <w:rPr>
          <w:sz w:val="28"/>
          <w:szCs w:val="28"/>
        </w:rPr>
        <w:t>9.</w:t>
      </w:r>
      <w:r w:rsidR="00ED42C9" w:rsidRPr="0088339F">
        <w:rPr>
          <w:sz w:val="28"/>
          <w:szCs w:val="28"/>
        </w:rPr>
        <w:t xml:space="preserve">Протяженность автомобильных дорог каждой категории и каждого типа принимается по данным </w:t>
      </w:r>
      <w:r w:rsidR="00ED42C9">
        <w:rPr>
          <w:sz w:val="28"/>
          <w:szCs w:val="28"/>
        </w:rPr>
        <w:t>р</w:t>
      </w:r>
      <w:r w:rsidR="00ED42C9" w:rsidRPr="0088339F">
        <w:rPr>
          <w:sz w:val="28"/>
          <w:szCs w:val="28"/>
        </w:rPr>
        <w:t xml:space="preserve">еестра муниципального имущества </w:t>
      </w:r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</w:t>
      </w:r>
      <w:r w:rsidR="00B939A3">
        <w:rPr>
          <w:sz w:val="28"/>
          <w:szCs w:val="28"/>
        </w:rPr>
        <w:t xml:space="preserve"> </w:t>
      </w:r>
      <w:r w:rsidR="00ED42C9" w:rsidRPr="0088339F">
        <w:rPr>
          <w:sz w:val="28"/>
          <w:szCs w:val="28"/>
        </w:rPr>
        <w:t>по состоянию на 1 января года, предшествующего планируемому периоду, с учетом планируемого ввода в эксплуатацию автомобильных дорог по результатам их реконструкции и строительства в течение года, предшествующего планируемому периоду (расчетные протяженности округляются до километров).</w:t>
      </w:r>
    </w:p>
    <w:bookmarkEnd w:id="26"/>
    <w:p w:rsidR="00B939A3" w:rsidRPr="001B7A00" w:rsidRDefault="00EA5212" w:rsidP="00B939A3">
      <w:pPr>
        <w:spacing w:line="39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ED42C9" w:rsidRPr="0008254C">
        <w:rPr>
          <w:sz w:val="28"/>
          <w:szCs w:val="28"/>
        </w:rPr>
        <w:t>Порядок проведения ремонта, содержания  автомобильных дорог устанавливается</w:t>
      </w:r>
      <w:bookmarkStart w:id="27" w:name="_Hlk4669070"/>
      <w:r w:rsidR="005E4DFA">
        <w:rPr>
          <w:sz w:val="28"/>
          <w:szCs w:val="28"/>
        </w:rPr>
        <w:t xml:space="preserve"> </w:t>
      </w:r>
      <w:r w:rsidR="00ED42C9" w:rsidRPr="0008254C">
        <w:rPr>
          <w:sz w:val="28"/>
          <w:szCs w:val="28"/>
        </w:rPr>
        <w:t xml:space="preserve">постановлением администрации </w:t>
      </w:r>
      <w:bookmarkEnd w:id="27"/>
      <w:r w:rsidR="002A7184">
        <w:rPr>
          <w:sz w:val="28"/>
          <w:szCs w:val="28"/>
        </w:rPr>
        <w:t>Половинского</w:t>
      </w:r>
      <w:r w:rsidR="00B939A3" w:rsidRPr="001B7A00">
        <w:rPr>
          <w:sz w:val="28"/>
          <w:szCs w:val="28"/>
        </w:rPr>
        <w:t xml:space="preserve"> сельсовета Краснозерского района Новосибирской области.</w:t>
      </w:r>
    </w:p>
    <w:p w:rsidR="00ED42C9" w:rsidRPr="0011025A" w:rsidRDefault="00EA5212" w:rsidP="00B939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ED42C9" w:rsidRPr="0011025A">
        <w:rPr>
          <w:sz w:val="28"/>
          <w:szCs w:val="28"/>
        </w:rPr>
        <w:t xml:space="preserve">Состав и виды работ, выполняемых при капитальном ремонте, ремонте и </w:t>
      </w:r>
      <w:r w:rsidR="00ED42C9" w:rsidRPr="0011025A">
        <w:rPr>
          <w:sz w:val="28"/>
          <w:szCs w:val="28"/>
        </w:rPr>
        <w:lastRenderedPageBreak/>
        <w:t xml:space="preserve">содержании автомобильных дорог устанавливаются приказом Минтранса России от 16.11.2012 г. </w:t>
      </w:r>
      <w:r w:rsidR="00ED42C9">
        <w:rPr>
          <w:sz w:val="28"/>
          <w:szCs w:val="28"/>
        </w:rPr>
        <w:t>№</w:t>
      </w:r>
      <w:r w:rsidR="00ED42C9" w:rsidRPr="0011025A">
        <w:rPr>
          <w:sz w:val="28"/>
          <w:szCs w:val="28"/>
        </w:rPr>
        <w:t>402 «Об утверждении Классификации работ по капитальному ремонту, ремонту и содержанию автомобильных дорог».</w:t>
      </w:r>
    </w:p>
    <w:p w:rsidR="00ED42C9" w:rsidRDefault="00ED42C9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Default="000C3231" w:rsidP="001670E9">
      <w:pPr>
        <w:rPr>
          <w:sz w:val="28"/>
        </w:rPr>
      </w:pPr>
    </w:p>
    <w:p w:rsidR="000C3231" w:rsidRP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>Приложение 1</w:t>
      </w:r>
    </w:p>
    <w:p w:rsidR="000C3231" w:rsidRPr="004C65AB" w:rsidRDefault="000C3231" w:rsidP="004C65AB">
      <w:pPr>
        <w:jc w:val="right"/>
      </w:pPr>
      <w:r w:rsidRPr="004C65AB">
        <w:t xml:space="preserve">к Правилам расчета размера ассигнований </w:t>
      </w:r>
    </w:p>
    <w:p w:rsidR="000C3231" w:rsidRPr="004C65AB" w:rsidRDefault="000C3231" w:rsidP="004C65AB">
      <w:pPr>
        <w:jc w:val="right"/>
      </w:pPr>
      <w:r w:rsidRPr="004C65AB">
        <w:t xml:space="preserve">местного бюджета на капитальный ремонт, </w:t>
      </w:r>
    </w:p>
    <w:p w:rsidR="000C3231" w:rsidRPr="004C65AB" w:rsidRDefault="000C3231" w:rsidP="004C65AB">
      <w:pPr>
        <w:jc w:val="right"/>
      </w:pPr>
      <w:r w:rsidRPr="004C65AB">
        <w:t xml:space="preserve">ремонт и содержание автомобильных дорог </w:t>
      </w:r>
    </w:p>
    <w:p w:rsidR="004C65AB" w:rsidRPr="004C65AB" w:rsidRDefault="004C65AB" w:rsidP="004C65AB">
      <w:pPr>
        <w:spacing w:line="390" w:lineRule="atLeast"/>
        <w:jc w:val="right"/>
      </w:pPr>
      <w:r w:rsidRPr="004C65AB">
        <w:t xml:space="preserve">                                                                                    </w:t>
      </w:r>
      <w:r w:rsidR="000C3231" w:rsidRPr="004C65AB">
        <w:t xml:space="preserve">местного значения </w:t>
      </w:r>
      <w:r w:rsidR="002A7184">
        <w:t>Половинского</w:t>
      </w:r>
      <w:r w:rsidR="00B939A3" w:rsidRPr="004C65AB">
        <w:t xml:space="preserve"> </w:t>
      </w:r>
      <w:r w:rsidRPr="004C65AB">
        <w:t>сельсовета</w:t>
      </w:r>
    </w:p>
    <w:p w:rsidR="00B939A3" w:rsidRPr="004C65AB" w:rsidRDefault="004C65AB" w:rsidP="004C65AB">
      <w:pPr>
        <w:spacing w:line="390" w:lineRule="atLeast"/>
        <w:jc w:val="right"/>
      </w:pPr>
      <w:r w:rsidRPr="004C65AB">
        <w:t xml:space="preserve">                                                                                    </w:t>
      </w:r>
      <w:r w:rsidR="00B939A3" w:rsidRPr="004C65AB">
        <w:t xml:space="preserve">Краснозерского района Новосибирской </w:t>
      </w:r>
    </w:p>
    <w:p w:rsidR="004C65AB" w:rsidRPr="00DE1B52" w:rsidRDefault="000C3231" w:rsidP="004C65AB">
      <w:pPr>
        <w:jc w:val="right"/>
      </w:pPr>
      <w:r w:rsidRPr="004C65AB">
        <w:t xml:space="preserve"> области</w:t>
      </w:r>
      <w:bookmarkStart w:id="28" w:name="_Hlk11747092"/>
      <w:r w:rsidRPr="004C65AB">
        <w:t xml:space="preserve">, </w:t>
      </w:r>
      <w:bookmarkEnd w:id="28"/>
      <w:r w:rsidR="004C65AB" w:rsidRPr="00DE1B52">
        <w:t xml:space="preserve">к постановлению администрации                                                                                     </w:t>
      </w:r>
    </w:p>
    <w:p w:rsidR="004C65AB" w:rsidRDefault="002A7184" w:rsidP="004C65AB">
      <w:pPr>
        <w:jc w:val="right"/>
      </w:pPr>
      <w:r>
        <w:t>Половинского</w:t>
      </w:r>
      <w:r w:rsidR="00AE252F">
        <w:t xml:space="preserve"> </w:t>
      </w:r>
      <w:r w:rsidR="004C65AB">
        <w:t xml:space="preserve"> сельсовета</w:t>
      </w:r>
    </w:p>
    <w:p w:rsidR="004C65AB" w:rsidRPr="00DE1B52" w:rsidRDefault="004C65AB" w:rsidP="004C65AB">
      <w:pPr>
        <w:jc w:val="right"/>
      </w:pPr>
      <w:r>
        <w:t>Краснозер</w:t>
      </w:r>
      <w:r w:rsidRPr="00DE1B52">
        <w:t xml:space="preserve">ского района                                                                                                     </w:t>
      </w:r>
    </w:p>
    <w:p w:rsidR="004C65AB" w:rsidRPr="00DE1B52" w:rsidRDefault="004C65AB" w:rsidP="004C65AB">
      <w:pPr>
        <w:jc w:val="right"/>
      </w:pPr>
      <w:r w:rsidRPr="00DE1B52">
        <w:t xml:space="preserve">Новосибирской области                                                                                                                     </w:t>
      </w:r>
    </w:p>
    <w:p w:rsidR="004C65AB" w:rsidRPr="00DE1B52" w:rsidRDefault="004C65AB" w:rsidP="004C65AB">
      <w:pPr>
        <w:jc w:val="right"/>
      </w:pPr>
      <w:r w:rsidRPr="00DE1B52">
        <w:t xml:space="preserve">от </w:t>
      </w:r>
      <w:r>
        <w:t>00</w:t>
      </w:r>
      <w:r w:rsidRPr="00DE1B52">
        <w:t>.</w:t>
      </w:r>
      <w:r>
        <w:t>00</w:t>
      </w:r>
      <w:r w:rsidRPr="00DE1B52">
        <w:t>.20</w:t>
      </w:r>
      <w:r>
        <w:t>20</w:t>
      </w:r>
      <w:r w:rsidRPr="00DE1B52">
        <w:t xml:space="preserve"> № </w:t>
      </w:r>
      <w:r>
        <w:t>00</w:t>
      </w:r>
      <w:r w:rsidRPr="00DE1B52">
        <w:t xml:space="preserve"> </w:t>
      </w:r>
    </w:p>
    <w:p w:rsidR="000C3231" w:rsidRPr="000C3231" w:rsidRDefault="000C3231" w:rsidP="004C65AB">
      <w:pPr>
        <w:jc w:val="right"/>
        <w:rPr>
          <w:sz w:val="24"/>
        </w:rPr>
      </w:pPr>
    </w:p>
    <w:p w:rsidR="000C3231" w:rsidRPr="000C3231" w:rsidRDefault="000C3231" w:rsidP="000C3231">
      <w:pPr>
        <w:jc w:val="center"/>
        <w:rPr>
          <w:sz w:val="28"/>
        </w:rPr>
      </w:pPr>
      <w:r w:rsidRPr="000C3231">
        <w:rPr>
          <w:sz w:val="28"/>
        </w:rPr>
        <w:t>Коэффициенты, учитывающие дифференциацию стоимости</w:t>
      </w:r>
    </w:p>
    <w:p w:rsidR="000C3231" w:rsidRPr="000C3231" w:rsidRDefault="000C3231" w:rsidP="000C3231">
      <w:pPr>
        <w:jc w:val="center"/>
        <w:rPr>
          <w:sz w:val="28"/>
        </w:rPr>
      </w:pPr>
      <w:r w:rsidRPr="000C3231">
        <w:rPr>
          <w:sz w:val="28"/>
        </w:rPr>
        <w:t>содержания автомобильных дорог местного значения</w:t>
      </w:r>
    </w:p>
    <w:p w:rsidR="000C3231" w:rsidRDefault="002A7184" w:rsidP="000C3231">
      <w:pPr>
        <w:jc w:val="center"/>
        <w:rPr>
          <w:sz w:val="28"/>
        </w:rPr>
      </w:pPr>
      <w:r>
        <w:rPr>
          <w:sz w:val="28"/>
        </w:rPr>
        <w:t>Половинского</w:t>
      </w:r>
      <w:r w:rsidR="00317A9B">
        <w:rPr>
          <w:sz w:val="28"/>
        </w:rPr>
        <w:t xml:space="preserve"> сельсовета Краснозерского района</w:t>
      </w:r>
      <w:r w:rsidR="000C3231" w:rsidRPr="000C3231">
        <w:rPr>
          <w:sz w:val="28"/>
        </w:rPr>
        <w:t xml:space="preserve">  Но</w:t>
      </w:r>
      <w:r w:rsidR="000C3231">
        <w:rPr>
          <w:sz w:val="28"/>
        </w:rPr>
        <w:t>восибирской области</w:t>
      </w:r>
    </w:p>
    <w:p w:rsidR="000C3231" w:rsidRPr="000C3231" w:rsidRDefault="000C3231" w:rsidP="000C3231">
      <w:pPr>
        <w:jc w:val="center"/>
        <w:rPr>
          <w:sz w:val="28"/>
        </w:rPr>
      </w:pPr>
    </w:p>
    <w:p w:rsidR="000C3231" w:rsidRPr="000C3231" w:rsidRDefault="000C3231" w:rsidP="000C3231">
      <w:pPr>
        <w:ind w:firstLine="720"/>
        <w:jc w:val="both"/>
        <w:rPr>
          <w:sz w:val="28"/>
        </w:rPr>
      </w:pPr>
      <w:r w:rsidRPr="002758A8">
        <w:rPr>
          <w:sz w:val="28"/>
        </w:rPr>
        <w:t xml:space="preserve">Грунтощебеночное покрытие- </w:t>
      </w:r>
      <w:r w:rsidRPr="00282981">
        <w:rPr>
          <w:sz w:val="28"/>
          <w:highlight w:val="yellow"/>
        </w:rPr>
        <w:t>0,5203767</w:t>
      </w:r>
    </w:p>
    <w:p w:rsidR="000C3231" w:rsidRPr="000C3231" w:rsidRDefault="000C3231" w:rsidP="000C3231">
      <w:pPr>
        <w:ind w:firstLine="720"/>
        <w:jc w:val="both"/>
        <w:rPr>
          <w:sz w:val="28"/>
        </w:rPr>
      </w:pPr>
    </w:p>
    <w:p w:rsidR="000C3231" w:rsidRPr="000C3231" w:rsidRDefault="000C3231" w:rsidP="000C3231">
      <w:pPr>
        <w:ind w:firstLine="720"/>
        <w:jc w:val="both"/>
        <w:rPr>
          <w:sz w:val="28"/>
        </w:rPr>
      </w:pPr>
      <w:r w:rsidRPr="000C3231">
        <w:rPr>
          <w:sz w:val="28"/>
        </w:rPr>
        <w:t>Коэффициенты установлены исходя из статистических данных, полученных при расчете НФЗ.</w:t>
      </w: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Pr="000C3231" w:rsidRDefault="000C3231" w:rsidP="000C3231">
      <w:pPr>
        <w:ind w:left="5040"/>
        <w:rPr>
          <w:sz w:val="24"/>
        </w:rPr>
      </w:pPr>
      <w:r>
        <w:rPr>
          <w:sz w:val="24"/>
        </w:rPr>
        <w:lastRenderedPageBreak/>
        <w:t>Приложение 2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к Правилам расчета размера ассигнований 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местного бюджета на капитальный ремонт, </w:t>
      </w:r>
    </w:p>
    <w:p w:rsidR="000C3231" w:rsidRDefault="000C3231" w:rsidP="000C323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0C3231" w:rsidRPr="002758A8" w:rsidRDefault="000C3231" w:rsidP="002758A8">
      <w:pPr>
        <w:ind w:left="5040"/>
        <w:rPr>
          <w:sz w:val="24"/>
        </w:rPr>
      </w:pPr>
      <w:r w:rsidRPr="000C3231">
        <w:rPr>
          <w:sz w:val="24"/>
        </w:rPr>
        <w:t xml:space="preserve">местного </w:t>
      </w:r>
      <w:r w:rsidRPr="002758A8">
        <w:rPr>
          <w:sz w:val="24"/>
        </w:rPr>
        <w:t xml:space="preserve">значения </w:t>
      </w:r>
      <w:r w:rsidR="002758A8">
        <w:rPr>
          <w:sz w:val="24"/>
        </w:rPr>
        <w:t xml:space="preserve">с. Лобино Краснозерского района </w:t>
      </w:r>
      <w:r w:rsidRPr="002758A8">
        <w:rPr>
          <w:sz w:val="24"/>
        </w:rPr>
        <w:t>Новосибирской области</w:t>
      </w:r>
    </w:p>
    <w:p w:rsidR="000C3231" w:rsidRPr="00317A9B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  <w:highlight w:val="yellow"/>
        </w:rPr>
      </w:pP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  <w:r w:rsidRPr="002758A8">
        <w:rPr>
          <w:bCs/>
          <w:color w:val="26282F"/>
          <w:sz w:val="28"/>
          <w:szCs w:val="28"/>
        </w:rPr>
        <w:t>Индекс-дефлятор работ</w:t>
      </w: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  <w:r w:rsidRPr="002758A8">
        <w:rPr>
          <w:bCs/>
          <w:color w:val="26282F"/>
          <w:sz w:val="28"/>
          <w:szCs w:val="28"/>
        </w:rPr>
        <w:t xml:space="preserve">(в % к предыдущему </w:t>
      </w:r>
      <w:r w:rsidR="00BB4021" w:rsidRPr="002758A8">
        <w:rPr>
          <w:bCs/>
          <w:color w:val="26282F"/>
          <w:sz w:val="28"/>
          <w:szCs w:val="28"/>
        </w:rPr>
        <w:t>году) , согласно данных МЭР НСО</w:t>
      </w:r>
    </w:p>
    <w:p w:rsidR="000C3231" w:rsidRPr="002758A8" w:rsidRDefault="000C3231" w:rsidP="000C3231">
      <w:pPr>
        <w:jc w:val="center"/>
        <w:rPr>
          <w:bCs/>
          <w:color w:val="26282F"/>
          <w:sz w:val="28"/>
          <w:szCs w:val="28"/>
        </w:rPr>
      </w:pPr>
    </w:p>
    <w:tbl>
      <w:tblPr>
        <w:tblW w:w="4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850"/>
        <w:gridCol w:w="851"/>
        <w:gridCol w:w="850"/>
        <w:gridCol w:w="851"/>
      </w:tblGrid>
      <w:tr w:rsidR="002758A8" w:rsidRPr="002758A8" w:rsidTr="002758A8">
        <w:trPr>
          <w:jc w:val="center"/>
        </w:trPr>
        <w:tc>
          <w:tcPr>
            <w:tcW w:w="1526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20</w:t>
            </w:r>
            <w:r>
              <w:rPr>
                <w:bCs/>
                <w:color w:val="26282F"/>
                <w:sz w:val="28"/>
                <w:szCs w:val="28"/>
              </w:rPr>
              <w:t>23</w:t>
            </w:r>
          </w:p>
        </w:tc>
      </w:tr>
      <w:tr w:rsidR="002758A8" w:rsidRPr="001D3B5C" w:rsidTr="002758A8">
        <w:trPr>
          <w:jc w:val="center"/>
        </w:trPr>
        <w:tc>
          <w:tcPr>
            <w:tcW w:w="1526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К диф (%)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2758A8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</w:t>
            </w:r>
            <w:r>
              <w:rPr>
                <w:bCs/>
                <w:color w:val="26282F"/>
                <w:sz w:val="28"/>
                <w:szCs w:val="28"/>
              </w:rPr>
              <w:t>4</w:t>
            </w:r>
            <w:r w:rsidRPr="002758A8">
              <w:rPr>
                <w:bCs/>
                <w:color w:val="26282F"/>
                <w:sz w:val="28"/>
                <w:szCs w:val="28"/>
              </w:rPr>
              <w:t>,9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107,6</w:t>
            </w:r>
          </w:p>
        </w:tc>
        <w:tc>
          <w:tcPr>
            <w:tcW w:w="850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107,1</w:t>
            </w:r>
          </w:p>
        </w:tc>
        <w:tc>
          <w:tcPr>
            <w:tcW w:w="851" w:type="dxa"/>
            <w:shd w:val="clear" w:color="auto" w:fill="auto"/>
          </w:tcPr>
          <w:p w:rsidR="002758A8" w:rsidRPr="002758A8" w:rsidRDefault="002758A8" w:rsidP="00BB4021">
            <w:pPr>
              <w:jc w:val="center"/>
              <w:rPr>
                <w:bCs/>
                <w:color w:val="26282F"/>
                <w:sz w:val="28"/>
                <w:szCs w:val="28"/>
              </w:rPr>
            </w:pPr>
            <w:r w:rsidRPr="002758A8">
              <w:rPr>
                <w:bCs/>
                <w:color w:val="26282F"/>
                <w:sz w:val="28"/>
                <w:szCs w:val="28"/>
              </w:rPr>
              <w:t>105,3</w:t>
            </w:r>
          </w:p>
        </w:tc>
      </w:tr>
    </w:tbl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0C3231" w:rsidRDefault="000C323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282981" w:rsidRDefault="0028298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282981" w:rsidRDefault="0028298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widowControl w:val="0"/>
        <w:autoSpaceDE w:val="0"/>
        <w:autoSpaceDN w:val="0"/>
        <w:adjustRightInd w:val="0"/>
        <w:spacing w:before="108" w:after="108"/>
        <w:outlineLvl w:val="0"/>
        <w:rPr>
          <w:bCs/>
          <w:color w:val="26282F"/>
          <w:sz w:val="28"/>
          <w:szCs w:val="28"/>
        </w:rPr>
      </w:pPr>
    </w:p>
    <w:p w:rsidR="00BB4021" w:rsidRDefault="00BB402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0C3231" w:rsidRDefault="00BB4021" w:rsidP="00BB4021">
      <w:pPr>
        <w:ind w:left="5040"/>
        <w:rPr>
          <w:sz w:val="24"/>
        </w:rPr>
      </w:pPr>
      <w:r>
        <w:rPr>
          <w:sz w:val="24"/>
        </w:rPr>
        <w:t>Приложение 3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к Правилам расчета размера ассигнований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местного бюджета на капитальный ремонт,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853EEC" w:rsidRDefault="00BB4021" w:rsidP="00853EEC">
      <w:pPr>
        <w:ind w:left="5040"/>
        <w:rPr>
          <w:sz w:val="24"/>
        </w:rPr>
      </w:pPr>
      <w:r w:rsidRPr="000C3231">
        <w:rPr>
          <w:sz w:val="24"/>
        </w:rPr>
        <w:t xml:space="preserve">местного значения  </w:t>
      </w:r>
      <w:r w:rsidR="00853EEC">
        <w:rPr>
          <w:sz w:val="24"/>
        </w:rPr>
        <w:t xml:space="preserve">с. </w:t>
      </w:r>
      <w:r w:rsidR="00282981">
        <w:rPr>
          <w:sz w:val="24"/>
        </w:rPr>
        <w:t>Половинное</w:t>
      </w:r>
      <w:r w:rsidR="00853EEC">
        <w:rPr>
          <w:sz w:val="24"/>
        </w:rPr>
        <w:t xml:space="preserve">Краснозерского района  </w:t>
      </w:r>
      <w:r w:rsidRPr="000C3231">
        <w:rPr>
          <w:sz w:val="24"/>
        </w:rPr>
        <w:t>Новосибирской области</w:t>
      </w:r>
    </w:p>
    <w:p w:rsidR="00BB4021" w:rsidRDefault="00BB4021" w:rsidP="00BB4021">
      <w:pPr>
        <w:ind w:left="5040"/>
        <w:rPr>
          <w:sz w:val="24"/>
        </w:rPr>
      </w:pPr>
    </w:p>
    <w:p w:rsidR="00BB4021" w:rsidRDefault="00BB402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BB4021" w:rsidRDefault="000C3231" w:rsidP="00BB4021">
      <w:pPr>
        <w:jc w:val="center"/>
        <w:rPr>
          <w:sz w:val="28"/>
        </w:rPr>
      </w:pPr>
      <w:r w:rsidRPr="00BB4021">
        <w:rPr>
          <w:sz w:val="28"/>
        </w:rPr>
        <w:t>Нормативные межремонтные сроки, применяемые для расчета бюджетных ассигнований на капитальный ремонт, ремонт автомобильных дорог</w:t>
      </w:r>
    </w:p>
    <w:p w:rsidR="000C3231" w:rsidRDefault="000C3231" w:rsidP="00BB4021">
      <w:pPr>
        <w:jc w:val="center"/>
        <w:rPr>
          <w:sz w:val="28"/>
        </w:rPr>
      </w:pPr>
      <w:r w:rsidRPr="00BB4021">
        <w:rPr>
          <w:sz w:val="28"/>
        </w:rPr>
        <w:t xml:space="preserve">местного значения </w:t>
      </w:r>
      <w:r w:rsidR="002A7184">
        <w:rPr>
          <w:sz w:val="28"/>
        </w:rPr>
        <w:t>Половинского</w:t>
      </w:r>
      <w:r w:rsidR="00317A9B">
        <w:rPr>
          <w:sz w:val="28"/>
        </w:rPr>
        <w:t xml:space="preserve"> сельсовета Краснозерского района Новосибирской области</w:t>
      </w:r>
      <w:r w:rsidRPr="00BB4021">
        <w:rPr>
          <w:sz w:val="28"/>
        </w:rPr>
        <w:t xml:space="preserve"> (лет)</w:t>
      </w:r>
    </w:p>
    <w:p w:rsidR="00BB4021" w:rsidRPr="00BB4021" w:rsidRDefault="00BB4021" w:rsidP="00BB4021">
      <w:pPr>
        <w:jc w:val="center"/>
        <w:rPr>
          <w:sz w:val="28"/>
        </w:rPr>
      </w:pPr>
    </w:p>
    <w:tbl>
      <w:tblPr>
        <w:tblW w:w="10185" w:type="dxa"/>
        <w:jc w:val="center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3060"/>
        <w:gridCol w:w="1245"/>
        <w:gridCol w:w="1245"/>
        <w:gridCol w:w="1245"/>
        <w:gridCol w:w="1245"/>
        <w:gridCol w:w="1305"/>
      </w:tblGrid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vMerge w:val="restart"/>
            <w:hideMark/>
          </w:tcPr>
          <w:p w:rsidR="002200C6" w:rsidRPr="002200C6" w:rsidRDefault="00BB402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 №</w:t>
            </w:r>
          </w:p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п/п</w:t>
            </w:r>
          </w:p>
        </w:tc>
        <w:tc>
          <w:tcPr>
            <w:tcW w:w="3030" w:type="dxa"/>
            <w:vMerge w:val="restart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Вид работ</w:t>
            </w:r>
          </w:p>
        </w:tc>
        <w:tc>
          <w:tcPr>
            <w:tcW w:w="6240" w:type="dxa"/>
            <w:gridSpan w:val="5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Категория автомобильной дороги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III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IV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V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</w:t>
            </w:r>
          </w:p>
        </w:tc>
        <w:tc>
          <w:tcPr>
            <w:tcW w:w="303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Капитальный ремонт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24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10</w:t>
            </w:r>
          </w:p>
        </w:tc>
      </w:tr>
      <w:tr w:rsidR="000C3231" w:rsidRPr="002200C6" w:rsidTr="002200C6">
        <w:trPr>
          <w:tblCellSpacing w:w="15" w:type="dxa"/>
          <w:jc w:val="center"/>
        </w:trPr>
        <w:tc>
          <w:tcPr>
            <w:tcW w:w="79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2</w:t>
            </w:r>
          </w:p>
        </w:tc>
        <w:tc>
          <w:tcPr>
            <w:tcW w:w="303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Ремонт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15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12</w:t>
            </w:r>
          </w:p>
        </w:tc>
        <w:tc>
          <w:tcPr>
            <w:tcW w:w="1260" w:type="dxa"/>
            <w:hideMark/>
          </w:tcPr>
          <w:p w:rsidR="000C3231" w:rsidRPr="002200C6" w:rsidRDefault="000C3231" w:rsidP="003E2EB4">
            <w:pPr>
              <w:spacing w:after="160" w:line="259" w:lineRule="auto"/>
              <w:rPr>
                <w:bCs/>
                <w:color w:val="26282F"/>
                <w:sz w:val="28"/>
                <w:szCs w:val="28"/>
              </w:rPr>
            </w:pPr>
            <w:r w:rsidRPr="002200C6">
              <w:rPr>
                <w:bCs/>
                <w:color w:val="26282F"/>
                <w:sz w:val="28"/>
                <w:szCs w:val="28"/>
              </w:rPr>
              <w:t>5</w:t>
            </w:r>
          </w:p>
        </w:tc>
      </w:tr>
    </w:tbl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  <w:r w:rsidRPr="001D3B5C">
        <w:rPr>
          <w:bCs/>
          <w:color w:val="26282F"/>
          <w:sz w:val="28"/>
          <w:szCs w:val="28"/>
        </w:rPr>
        <w:t> </w:t>
      </w: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CD2C74" w:rsidRDefault="00CD2C74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2200C6" w:rsidRDefault="002200C6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Default="00BB4021" w:rsidP="00BB4021">
      <w:pPr>
        <w:ind w:left="5040"/>
        <w:rPr>
          <w:sz w:val="24"/>
        </w:rPr>
      </w:pPr>
    </w:p>
    <w:p w:rsidR="00BB4021" w:rsidRPr="000C3231" w:rsidRDefault="00BB4021" w:rsidP="00BB4021">
      <w:pPr>
        <w:ind w:left="5040"/>
        <w:rPr>
          <w:sz w:val="24"/>
        </w:rPr>
      </w:pPr>
      <w:r>
        <w:rPr>
          <w:sz w:val="24"/>
        </w:rPr>
        <w:t>Приложение 4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к Правилам расчета размера ассигнований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местного бюджета на капитальный ремонт, </w:t>
      </w:r>
    </w:p>
    <w:p w:rsidR="00BB4021" w:rsidRDefault="00BB4021" w:rsidP="00BB4021">
      <w:pPr>
        <w:ind w:left="5040"/>
        <w:rPr>
          <w:sz w:val="24"/>
        </w:rPr>
      </w:pPr>
      <w:r w:rsidRPr="000C3231">
        <w:rPr>
          <w:sz w:val="24"/>
        </w:rPr>
        <w:t xml:space="preserve">ремонт и содержание автомобильных дорог </w:t>
      </w:r>
    </w:p>
    <w:p w:rsidR="00853EEC" w:rsidRDefault="00BB4021" w:rsidP="00853EEC">
      <w:pPr>
        <w:ind w:left="5040"/>
        <w:rPr>
          <w:sz w:val="24"/>
        </w:rPr>
      </w:pPr>
      <w:r w:rsidRPr="000C3231">
        <w:rPr>
          <w:sz w:val="24"/>
        </w:rPr>
        <w:t xml:space="preserve">местного значения </w:t>
      </w:r>
      <w:r w:rsidR="00853EEC">
        <w:rPr>
          <w:sz w:val="24"/>
        </w:rPr>
        <w:t xml:space="preserve">с. </w:t>
      </w:r>
      <w:r w:rsidR="00282981">
        <w:rPr>
          <w:sz w:val="24"/>
        </w:rPr>
        <w:t xml:space="preserve">Половинное </w:t>
      </w:r>
      <w:r w:rsidR="00853EEC">
        <w:rPr>
          <w:sz w:val="24"/>
        </w:rPr>
        <w:t>Краснозерского района Новосибирской области</w:t>
      </w:r>
      <w:r w:rsidRPr="000C3231">
        <w:rPr>
          <w:sz w:val="24"/>
        </w:rPr>
        <w:t xml:space="preserve"> </w:t>
      </w:r>
    </w:p>
    <w:p w:rsidR="00BB4021" w:rsidRDefault="00BB4021" w:rsidP="00BB4021">
      <w:pPr>
        <w:ind w:left="5040"/>
        <w:rPr>
          <w:sz w:val="24"/>
        </w:rPr>
      </w:pPr>
    </w:p>
    <w:p w:rsidR="000C3231" w:rsidRDefault="000C3231" w:rsidP="000C3231">
      <w:pPr>
        <w:spacing w:after="160" w:line="259" w:lineRule="auto"/>
        <w:rPr>
          <w:bCs/>
          <w:color w:val="26282F"/>
          <w:sz w:val="28"/>
          <w:szCs w:val="28"/>
        </w:rPr>
      </w:pPr>
    </w:p>
    <w:p w:rsidR="00BB4021" w:rsidRPr="00BB4021" w:rsidRDefault="000C3231" w:rsidP="00BB4021">
      <w:pPr>
        <w:jc w:val="center"/>
        <w:rPr>
          <w:sz w:val="28"/>
        </w:rPr>
      </w:pPr>
      <w:r w:rsidRPr="00BB4021">
        <w:rPr>
          <w:sz w:val="28"/>
        </w:rPr>
        <w:t>Коэффициенты, учитывающие дифференциацию стоимости ремонта автомобильных дорог местного значения</w:t>
      </w:r>
    </w:p>
    <w:p w:rsidR="000C3231" w:rsidRDefault="00853EEC" w:rsidP="00BB4021">
      <w:pPr>
        <w:jc w:val="center"/>
        <w:rPr>
          <w:sz w:val="28"/>
        </w:rPr>
      </w:pPr>
      <w:r>
        <w:rPr>
          <w:sz w:val="28"/>
        </w:rPr>
        <w:t xml:space="preserve">с. </w:t>
      </w:r>
      <w:r w:rsidR="00282981">
        <w:rPr>
          <w:sz w:val="28"/>
        </w:rPr>
        <w:t>Половинное</w:t>
      </w:r>
      <w:r>
        <w:rPr>
          <w:sz w:val="28"/>
        </w:rPr>
        <w:t xml:space="preserve"> </w:t>
      </w:r>
      <w:r w:rsidR="00BB4021">
        <w:rPr>
          <w:sz w:val="28"/>
        </w:rPr>
        <w:t xml:space="preserve"> </w:t>
      </w:r>
      <w:r>
        <w:rPr>
          <w:sz w:val="28"/>
        </w:rPr>
        <w:t xml:space="preserve"> Краснозерского района </w:t>
      </w:r>
      <w:r w:rsidR="00BB4021">
        <w:rPr>
          <w:sz w:val="28"/>
        </w:rPr>
        <w:t>Новосибирской области</w:t>
      </w:r>
    </w:p>
    <w:p w:rsidR="00BB4021" w:rsidRPr="00BB4021" w:rsidRDefault="00BB4021" w:rsidP="00BB4021">
      <w:pPr>
        <w:jc w:val="center"/>
        <w:rPr>
          <w:sz w:val="28"/>
        </w:rPr>
      </w:pPr>
    </w:p>
    <w:p w:rsidR="00BB4021" w:rsidRPr="00282981" w:rsidRDefault="00BB4021" w:rsidP="00BB4021">
      <w:pPr>
        <w:ind w:firstLine="720"/>
        <w:jc w:val="both"/>
        <w:rPr>
          <w:sz w:val="28"/>
          <w:highlight w:val="yellow"/>
        </w:rPr>
      </w:pPr>
      <w:r w:rsidRPr="00282981">
        <w:rPr>
          <w:sz w:val="28"/>
          <w:highlight w:val="yellow"/>
        </w:rPr>
        <w:t xml:space="preserve">Сплошной </w:t>
      </w:r>
      <w:r w:rsidR="000C3231" w:rsidRPr="00282981">
        <w:rPr>
          <w:sz w:val="28"/>
          <w:highlight w:val="yellow"/>
        </w:rPr>
        <w:t xml:space="preserve">ремонт- 1,41084649      </w:t>
      </w:r>
    </w:p>
    <w:p w:rsidR="000C3231" w:rsidRDefault="000C3231" w:rsidP="00BB4021">
      <w:pPr>
        <w:ind w:firstLine="720"/>
        <w:jc w:val="both"/>
        <w:rPr>
          <w:sz w:val="28"/>
        </w:rPr>
      </w:pPr>
      <w:r w:rsidRPr="00282981">
        <w:rPr>
          <w:sz w:val="28"/>
          <w:highlight w:val="yellow"/>
        </w:rPr>
        <w:t>Ямочный ремонт-    0,36771421</w:t>
      </w:r>
    </w:p>
    <w:p w:rsidR="00BB4021" w:rsidRPr="00BB4021" w:rsidRDefault="00BB4021" w:rsidP="00BB4021">
      <w:pPr>
        <w:rPr>
          <w:sz w:val="28"/>
        </w:rPr>
      </w:pPr>
    </w:p>
    <w:p w:rsidR="000C3231" w:rsidRPr="00BB4021" w:rsidRDefault="000C3231" w:rsidP="00BB4021">
      <w:pPr>
        <w:ind w:firstLine="720"/>
        <w:jc w:val="both"/>
        <w:rPr>
          <w:sz w:val="28"/>
        </w:rPr>
      </w:pPr>
      <w:r w:rsidRPr="00BB4021">
        <w:rPr>
          <w:sz w:val="28"/>
        </w:rPr>
        <w:t>Коэффициенты установлены исходя из статистических данных, полученных при расчете НФЗ.</w:t>
      </w:r>
    </w:p>
    <w:p w:rsidR="000C3231" w:rsidRDefault="000C3231" w:rsidP="001670E9">
      <w:pPr>
        <w:rPr>
          <w:sz w:val="28"/>
        </w:rPr>
      </w:pPr>
    </w:p>
    <w:sectPr w:rsidR="000C3231" w:rsidSect="007A5439">
      <w:headerReference w:type="even" r:id="rId15"/>
      <w:headerReference w:type="default" r:id="rId16"/>
      <w:pgSz w:w="11906" w:h="16838" w:code="9"/>
      <w:pgMar w:top="1134" w:right="607" w:bottom="1134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E3C" w:rsidRDefault="001F2E3C">
      <w:r>
        <w:separator/>
      </w:r>
    </w:p>
  </w:endnote>
  <w:endnote w:type="continuationSeparator" w:id="1">
    <w:p w:rsidR="001F2E3C" w:rsidRDefault="001F2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E3C" w:rsidRDefault="001F2E3C">
      <w:r>
        <w:separator/>
      </w:r>
    </w:p>
  </w:footnote>
  <w:footnote w:type="continuationSeparator" w:id="1">
    <w:p w:rsidR="001F2E3C" w:rsidRDefault="001F2E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5F026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5F1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5F18"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F18" w:rsidRDefault="005F0265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 w:rsidR="00D35F18"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282981">
      <w:rPr>
        <w:rStyle w:val="a5"/>
        <w:noProof/>
        <w:sz w:val="24"/>
      </w:rPr>
      <w:t>10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0ADC"/>
    <w:multiLevelType w:val="hybridMultilevel"/>
    <w:tmpl w:val="BB229080"/>
    <w:lvl w:ilvl="0" w:tplc="2326D99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0103A0"/>
    <w:multiLevelType w:val="hybridMultilevel"/>
    <w:tmpl w:val="7966D7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5">
    <w:nsid w:val="5AA52C8A"/>
    <w:multiLevelType w:val="hybridMultilevel"/>
    <w:tmpl w:val="6BD41A42"/>
    <w:lvl w:ilvl="0" w:tplc="57802218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4"/>
  </w:num>
  <w:num w:numId="8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4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5"/>
  </w:num>
  <w:num w:numId="25">
    <w:abstractNumId w:val="2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42C9"/>
    <w:rsid w:val="000C2669"/>
    <w:rsid w:val="000C3231"/>
    <w:rsid w:val="000C4E02"/>
    <w:rsid w:val="001670E9"/>
    <w:rsid w:val="00186F74"/>
    <w:rsid w:val="001B1BB7"/>
    <w:rsid w:val="001F2E3C"/>
    <w:rsid w:val="002200C6"/>
    <w:rsid w:val="002734EB"/>
    <w:rsid w:val="002758A8"/>
    <w:rsid w:val="00282981"/>
    <w:rsid w:val="002A6906"/>
    <w:rsid w:val="002A7184"/>
    <w:rsid w:val="00317A9B"/>
    <w:rsid w:val="00344C0B"/>
    <w:rsid w:val="00400125"/>
    <w:rsid w:val="00401552"/>
    <w:rsid w:val="0042767A"/>
    <w:rsid w:val="00456A55"/>
    <w:rsid w:val="004B11F2"/>
    <w:rsid w:val="004B6B5D"/>
    <w:rsid w:val="004C65AB"/>
    <w:rsid w:val="004D47EF"/>
    <w:rsid w:val="0059545A"/>
    <w:rsid w:val="005A69E6"/>
    <w:rsid w:val="005E4DFA"/>
    <w:rsid w:val="005F0265"/>
    <w:rsid w:val="006E6D6E"/>
    <w:rsid w:val="00731256"/>
    <w:rsid w:val="00735DDD"/>
    <w:rsid w:val="007866A9"/>
    <w:rsid w:val="007A5439"/>
    <w:rsid w:val="007D5E82"/>
    <w:rsid w:val="00837922"/>
    <w:rsid w:val="00841BC1"/>
    <w:rsid w:val="00853EEC"/>
    <w:rsid w:val="00875A7A"/>
    <w:rsid w:val="008B72FE"/>
    <w:rsid w:val="008E604A"/>
    <w:rsid w:val="008E72AD"/>
    <w:rsid w:val="00A23E22"/>
    <w:rsid w:val="00A67263"/>
    <w:rsid w:val="00A7266E"/>
    <w:rsid w:val="00AC613F"/>
    <w:rsid w:val="00AE252F"/>
    <w:rsid w:val="00B17B99"/>
    <w:rsid w:val="00B92BBC"/>
    <w:rsid w:val="00B939A3"/>
    <w:rsid w:val="00BB4021"/>
    <w:rsid w:val="00BF469C"/>
    <w:rsid w:val="00C046A8"/>
    <w:rsid w:val="00C069CB"/>
    <w:rsid w:val="00C129DF"/>
    <w:rsid w:val="00C82A51"/>
    <w:rsid w:val="00C947F4"/>
    <w:rsid w:val="00CD2C74"/>
    <w:rsid w:val="00D05C2F"/>
    <w:rsid w:val="00D35F18"/>
    <w:rsid w:val="00D514EC"/>
    <w:rsid w:val="00D70CBD"/>
    <w:rsid w:val="00EA5212"/>
    <w:rsid w:val="00ED4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E22"/>
  </w:style>
  <w:style w:type="paragraph" w:styleId="1">
    <w:name w:val="heading 1"/>
    <w:basedOn w:val="a"/>
    <w:next w:val="a"/>
    <w:qFormat/>
    <w:rsid w:val="00A23E2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23E22"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E22"/>
    <w:pPr>
      <w:jc w:val="both"/>
    </w:pPr>
    <w:rPr>
      <w:sz w:val="24"/>
    </w:rPr>
  </w:style>
  <w:style w:type="paragraph" w:styleId="a4">
    <w:name w:val="header"/>
    <w:basedOn w:val="a"/>
    <w:rsid w:val="00A23E2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A23E22"/>
  </w:style>
  <w:style w:type="paragraph" w:styleId="a6">
    <w:name w:val="footer"/>
    <w:basedOn w:val="a"/>
    <w:rsid w:val="00A23E22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character" w:styleId="a9">
    <w:name w:val="Hyperlink"/>
    <w:rsid w:val="00ED42C9"/>
    <w:rPr>
      <w:color w:val="0000FF"/>
      <w:u w:val="single"/>
    </w:rPr>
  </w:style>
  <w:style w:type="paragraph" w:customStyle="1" w:styleId="ConsPlusNormal">
    <w:name w:val="ConsPlusNormal"/>
    <w:rsid w:val="00ED42C9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obileonline.garant.ru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70F7-9A06-4693-AA97-5CBB2FFE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362</TotalTime>
  <Pages>10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2019-09-20T08:19:00Z</cp:lastPrinted>
  <dcterms:created xsi:type="dcterms:W3CDTF">2019-09-24T09:03:00Z</dcterms:created>
  <dcterms:modified xsi:type="dcterms:W3CDTF">2020-08-05T07:14:00Z</dcterms:modified>
</cp:coreProperties>
</file>